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49DE7" w14:textId="77777777" w:rsidR="00F015DE" w:rsidRDefault="00796043">
      <w:pPr>
        <w:pStyle w:val="Heading1"/>
      </w:pPr>
      <w:r>
        <w:t xml:space="preserve">Profile </w:t>
      </w:r>
    </w:p>
    <w:sdt>
      <w:sdtPr>
        <w:id w:val="9459735"/>
        <w:placeholder>
          <w:docPart w:val="EFEBA524558A094497B1C817F14CB488"/>
        </w:placeholder>
      </w:sdtPr>
      <w:sdtEndPr/>
      <w:sdtContent>
        <w:sdt>
          <w:sdtPr>
            <w:id w:val="1677692690"/>
            <w:placeholder>
              <w:docPart w:val="594AE4C961323D40B618D7D78F76F392"/>
            </w:placeholder>
          </w:sdtPr>
          <w:sdtEndPr/>
          <w:sdtContent>
            <w:p w14:paraId="76CAA3D2" w14:textId="75DBAD47" w:rsidR="00F015DE" w:rsidRDefault="00796043">
              <w:pPr>
                <w:pStyle w:val="BodyText"/>
              </w:pPr>
              <w:r>
                <w:t xml:space="preserve">I am obtaining a Bachelor of Science in Multidisciplinary Studies, Curriculum and Instruction with </w:t>
              </w:r>
              <w:r w:rsidR="00D06D14">
                <w:t xml:space="preserve">a </w:t>
              </w:r>
              <w:r>
                <w:t xml:space="preserve">concentration in Elementary Education </w:t>
              </w:r>
              <w:r w:rsidR="00D06D14">
                <w:t>and will be licensed in grades Pre K – 8</w:t>
              </w:r>
              <w:r>
                <w:t xml:space="preserve">. I hold an Associate of Science in Teaching K – 6. </w:t>
              </w:r>
              <w:r w:rsidR="005B3BAE">
                <w:t xml:space="preserve">I have </w:t>
              </w:r>
              <w:r w:rsidR="003A13A9">
                <w:t xml:space="preserve">approximately 3 years of experience </w:t>
              </w:r>
              <w:r w:rsidR="00FC2E70">
                <w:t>substitute teaching</w:t>
              </w:r>
              <w:r w:rsidR="005B3BAE">
                <w:t xml:space="preserve"> </w:t>
              </w:r>
              <w:r w:rsidR="00FC2E70">
                <w:t>for general ed., special ed., and assistant teachers</w:t>
              </w:r>
              <w:r w:rsidR="004F1F18">
                <w:t>, grades K – 12</w:t>
              </w:r>
              <w:r w:rsidR="00FC2E70">
                <w:t>.</w:t>
              </w:r>
              <w:r w:rsidR="00682636">
                <w:t xml:space="preserve"> I have a broad experience differentiating instruction and assessment to meet the needs of the individual students within the classroom.</w:t>
              </w:r>
              <w:r w:rsidR="00FC2E70">
                <w:t xml:space="preserve"> </w:t>
              </w:r>
              <w:r w:rsidR="00FC1FF9">
                <w:t xml:space="preserve">I am </w:t>
              </w:r>
              <w:r w:rsidR="00682636">
                <w:t xml:space="preserve">a </w:t>
              </w:r>
              <w:r w:rsidR="001459EA">
                <w:t xml:space="preserve">dedicated, </w:t>
              </w:r>
              <w:r w:rsidR="00D06D14">
                <w:t>goal oriented,</w:t>
              </w:r>
              <w:r w:rsidR="00FC1FF9">
                <w:t xml:space="preserve"> </w:t>
              </w:r>
              <w:r w:rsidR="00682636">
                <w:t xml:space="preserve">hard – working, </w:t>
              </w:r>
              <w:r w:rsidR="00FC1FF9">
                <w:t>self</w:t>
              </w:r>
              <w:r w:rsidR="00682636">
                <w:t xml:space="preserve"> – </w:t>
              </w:r>
              <w:r w:rsidR="00FC1FF9">
                <w:t xml:space="preserve">motivated, </w:t>
              </w:r>
              <w:r w:rsidR="00B262EC">
                <w:t>and organized</w:t>
              </w:r>
              <w:r w:rsidR="00FC1FF9">
                <w:t xml:space="preserve"> individual</w:t>
              </w:r>
              <w:r w:rsidR="0071753E">
                <w:t xml:space="preserve"> who is eager to work as a team member or independently</w:t>
              </w:r>
              <w:r w:rsidR="00B262EC">
                <w:t>.</w:t>
              </w:r>
              <w:r w:rsidR="00D06D14">
                <w:t xml:space="preserve"> </w:t>
              </w:r>
              <w:r w:rsidR="00770371">
                <w:t xml:space="preserve">I exhibit effective classroom management </w:t>
              </w:r>
              <w:r w:rsidR="001459EA">
                <w:t>and technology skills to enhance learning that results in desired outcomes. M</w:t>
              </w:r>
              <w:r w:rsidR="0071753E">
                <w:t xml:space="preserve">y </w:t>
              </w:r>
              <w:r w:rsidR="00D06D14">
                <w:t xml:space="preserve">punctual, patient, and </w:t>
              </w:r>
              <w:r w:rsidR="0071753E">
                <w:t>enthusiastic personality</w:t>
              </w:r>
              <w:r w:rsidR="001459EA">
                <w:t xml:space="preserve"> </w:t>
              </w:r>
              <w:r w:rsidR="00AB0779">
                <w:t>is illustrated by my responsible nature</w:t>
              </w:r>
              <w:r w:rsidR="00D06D14">
                <w:t>.</w:t>
              </w:r>
              <w:r w:rsidR="00FC2E70">
                <w:t xml:space="preserve"> </w:t>
              </w:r>
              <w:r w:rsidR="00770371">
                <w:t>I am also</w:t>
              </w:r>
              <w:r w:rsidR="00B262EC">
                <w:t xml:space="preserve"> a Who’s Who in American Universities &amp; Colleges nominee,</w:t>
              </w:r>
              <w:r w:rsidR="00770371">
                <w:t xml:space="preserve"> member of Phi Theta Kappa, </w:t>
              </w:r>
              <w:r w:rsidR="00B262EC">
                <w:t>studied abroad</w:t>
              </w:r>
              <w:r w:rsidR="00770371">
                <w:t>, and will graduate with honors</w:t>
              </w:r>
              <w:r w:rsidR="00B262EC">
                <w:t>.</w:t>
              </w:r>
              <w:r w:rsidR="001459EA">
                <w:t xml:space="preserve"> </w:t>
              </w:r>
              <w:r w:rsidR="0081088C">
                <w:t xml:space="preserve">I have been commended for my </w:t>
              </w:r>
              <w:r w:rsidR="006F0253">
                <w:t xml:space="preserve">extremely well organized, detailed, and well – written researched based lesson plans evaluated under the TEAM rubric in addition to my passion for teaching.  </w:t>
              </w:r>
            </w:p>
          </w:sdtContent>
        </w:sdt>
      </w:sdtContent>
    </w:sdt>
    <w:p w14:paraId="56FBA7B3" w14:textId="60AC1886" w:rsidR="00F015DE" w:rsidRDefault="002138A7">
      <w:pPr>
        <w:pStyle w:val="Heading1"/>
      </w:pPr>
      <w:r>
        <w:t>Skills</w:t>
      </w:r>
    </w:p>
    <w:p w14:paraId="0310DEFE" w14:textId="77777777" w:rsidR="002138A7" w:rsidRDefault="002138A7" w:rsidP="002138A7">
      <w:pPr>
        <w:pStyle w:val="BodyText"/>
        <w:numPr>
          <w:ilvl w:val="0"/>
          <w:numId w:val="15"/>
        </w:numPr>
        <w:sectPr w:rsidR="002138A7" w:rsidSect="00F015DE">
          <w:headerReference w:type="default" r:id="rId8"/>
          <w:footerReference w:type="default" r:id="rId9"/>
          <w:headerReference w:type="first" r:id="rId10"/>
          <w:pgSz w:w="12240" w:h="15840"/>
          <w:pgMar w:top="720" w:right="720" w:bottom="720" w:left="720" w:header="720" w:footer="720" w:gutter="0"/>
          <w:cols w:space="720"/>
          <w:titlePg/>
          <w:docGrid w:linePitch="360"/>
        </w:sectPr>
      </w:pPr>
    </w:p>
    <w:p w14:paraId="088B251F" w14:textId="02795079" w:rsidR="002138A7" w:rsidRDefault="002138A7" w:rsidP="002138A7">
      <w:pPr>
        <w:pStyle w:val="BodyText"/>
        <w:numPr>
          <w:ilvl w:val="0"/>
          <w:numId w:val="15"/>
        </w:numPr>
      </w:pPr>
      <w:r>
        <w:lastRenderedPageBreak/>
        <w:t>Licensed Elementary Ed. PreK – 8 (Pending)</w:t>
      </w:r>
    </w:p>
    <w:p w14:paraId="5D1BCB4F" w14:textId="77777777" w:rsidR="002138A7" w:rsidRDefault="002138A7" w:rsidP="002138A7">
      <w:pPr>
        <w:pStyle w:val="BodyText"/>
        <w:numPr>
          <w:ilvl w:val="0"/>
          <w:numId w:val="15"/>
        </w:numPr>
      </w:pPr>
      <w:r>
        <w:t>Classroom Management</w:t>
      </w:r>
    </w:p>
    <w:p w14:paraId="0E53869F" w14:textId="77777777" w:rsidR="002138A7" w:rsidRDefault="002138A7" w:rsidP="002138A7">
      <w:pPr>
        <w:pStyle w:val="BodyText"/>
        <w:numPr>
          <w:ilvl w:val="0"/>
          <w:numId w:val="15"/>
        </w:numPr>
      </w:pPr>
      <w:r>
        <w:t>Differentiation</w:t>
      </w:r>
      <w:r>
        <w:tab/>
      </w:r>
    </w:p>
    <w:p w14:paraId="35602AF9" w14:textId="77777777" w:rsidR="002138A7" w:rsidRDefault="002138A7" w:rsidP="002138A7">
      <w:pPr>
        <w:pStyle w:val="BodyText"/>
        <w:numPr>
          <w:ilvl w:val="0"/>
          <w:numId w:val="15"/>
        </w:numPr>
      </w:pPr>
      <w:r>
        <w:t>TEAM Rubric</w:t>
      </w:r>
    </w:p>
    <w:p w14:paraId="455D688D" w14:textId="77777777" w:rsidR="002138A7" w:rsidRDefault="002138A7" w:rsidP="002138A7">
      <w:pPr>
        <w:pStyle w:val="BodyText"/>
        <w:numPr>
          <w:ilvl w:val="0"/>
          <w:numId w:val="15"/>
        </w:numPr>
      </w:pPr>
      <w:r>
        <w:t xml:space="preserve">Technology Proficient </w:t>
      </w:r>
      <w:r>
        <w:tab/>
      </w:r>
    </w:p>
    <w:p w14:paraId="2B80B7C0" w14:textId="77777777" w:rsidR="002138A7" w:rsidRDefault="002138A7" w:rsidP="002138A7">
      <w:pPr>
        <w:pStyle w:val="BodyText"/>
        <w:numPr>
          <w:ilvl w:val="0"/>
          <w:numId w:val="15"/>
        </w:numPr>
      </w:pPr>
      <w:r>
        <w:t xml:space="preserve">Microsoft Proficient: Word, Excel, PowerPoint </w:t>
      </w:r>
    </w:p>
    <w:p w14:paraId="04160204" w14:textId="77777777" w:rsidR="002138A7" w:rsidRDefault="002138A7" w:rsidP="002138A7">
      <w:pPr>
        <w:pStyle w:val="BodyText"/>
        <w:numPr>
          <w:ilvl w:val="0"/>
          <w:numId w:val="15"/>
        </w:numPr>
      </w:pPr>
      <w:r>
        <w:t>Mac Proficient: Pages, Numbers, Keynote, IMovie, etc.</w:t>
      </w:r>
    </w:p>
    <w:p w14:paraId="5B580EF2" w14:textId="77777777" w:rsidR="002138A7" w:rsidRDefault="002138A7" w:rsidP="002138A7">
      <w:pPr>
        <w:pStyle w:val="BodyText"/>
        <w:numPr>
          <w:ilvl w:val="0"/>
          <w:numId w:val="15"/>
        </w:numPr>
      </w:pPr>
      <w:r>
        <w:t>Active Inspire &amp; Smart Interactive Whiteboard Proficient</w:t>
      </w:r>
    </w:p>
    <w:p w14:paraId="5C423C4B" w14:textId="77777777" w:rsidR="002138A7" w:rsidRDefault="002138A7" w:rsidP="002138A7">
      <w:pPr>
        <w:pStyle w:val="BodyText"/>
        <w:numPr>
          <w:ilvl w:val="0"/>
          <w:numId w:val="15"/>
        </w:numPr>
      </w:pPr>
      <w:r>
        <w:lastRenderedPageBreak/>
        <w:t xml:space="preserve">Implementing Standardized Tests: CBM, Discovery Ed., SAT – 10 </w:t>
      </w:r>
    </w:p>
    <w:p w14:paraId="740FF60A" w14:textId="77777777" w:rsidR="002138A7" w:rsidRDefault="002138A7" w:rsidP="002138A7">
      <w:pPr>
        <w:pStyle w:val="BodyText"/>
        <w:numPr>
          <w:ilvl w:val="0"/>
          <w:numId w:val="15"/>
        </w:numPr>
      </w:pPr>
      <w:r>
        <w:t xml:space="preserve">Organization &amp; Detail – Oriented  </w:t>
      </w:r>
    </w:p>
    <w:p w14:paraId="235ED3F2" w14:textId="77777777" w:rsidR="002138A7" w:rsidRDefault="002138A7" w:rsidP="002138A7">
      <w:pPr>
        <w:pStyle w:val="BodyText"/>
        <w:numPr>
          <w:ilvl w:val="0"/>
          <w:numId w:val="15"/>
        </w:numPr>
      </w:pPr>
      <w:r>
        <w:t>Reliable</w:t>
      </w:r>
    </w:p>
    <w:p w14:paraId="07F5BD90" w14:textId="77777777" w:rsidR="002138A7" w:rsidRDefault="002138A7" w:rsidP="002138A7">
      <w:pPr>
        <w:pStyle w:val="BodyText"/>
        <w:numPr>
          <w:ilvl w:val="0"/>
          <w:numId w:val="15"/>
        </w:numPr>
      </w:pPr>
      <w:r>
        <w:t>Hard Working</w:t>
      </w:r>
    </w:p>
    <w:p w14:paraId="7975FE32" w14:textId="77777777" w:rsidR="002138A7" w:rsidRDefault="002138A7" w:rsidP="002138A7">
      <w:pPr>
        <w:pStyle w:val="BodyText"/>
        <w:numPr>
          <w:ilvl w:val="0"/>
          <w:numId w:val="15"/>
        </w:numPr>
      </w:pPr>
      <w:r>
        <w:t xml:space="preserve">Self – Motivated </w:t>
      </w:r>
    </w:p>
    <w:p w14:paraId="3EA5CFE8" w14:textId="77777777" w:rsidR="002138A7" w:rsidRDefault="002138A7" w:rsidP="002138A7">
      <w:pPr>
        <w:pStyle w:val="BodyText"/>
        <w:numPr>
          <w:ilvl w:val="0"/>
          <w:numId w:val="15"/>
        </w:numPr>
      </w:pPr>
      <w:r>
        <w:t xml:space="preserve">Project WET Certified </w:t>
      </w:r>
      <w:r>
        <w:tab/>
      </w:r>
    </w:p>
    <w:p w14:paraId="7A25C7FA" w14:textId="77777777" w:rsidR="002138A7" w:rsidRDefault="002138A7" w:rsidP="002138A7">
      <w:pPr>
        <w:pStyle w:val="BodyText"/>
        <w:numPr>
          <w:ilvl w:val="0"/>
          <w:numId w:val="15"/>
        </w:numPr>
      </w:pPr>
      <w:r>
        <w:t>Project WILD Certified</w:t>
      </w:r>
      <w:r>
        <w:tab/>
      </w:r>
    </w:p>
    <w:p w14:paraId="1675B3B7" w14:textId="77777777" w:rsidR="002138A7" w:rsidRDefault="002138A7" w:rsidP="002138A7">
      <w:pPr>
        <w:pStyle w:val="BodyText"/>
        <w:numPr>
          <w:ilvl w:val="0"/>
          <w:numId w:val="15"/>
        </w:numPr>
      </w:pPr>
      <w:r>
        <w:t>Project Learning Tree Certified</w:t>
      </w:r>
      <w:r>
        <w:tab/>
      </w:r>
    </w:p>
    <w:p w14:paraId="04A5286E" w14:textId="77777777" w:rsidR="002138A7" w:rsidRDefault="002138A7">
      <w:pPr>
        <w:pStyle w:val="Heading1"/>
        <w:sectPr w:rsidR="002138A7" w:rsidSect="002138A7">
          <w:type w:val="continuous"/>
          <w:pgSz w:w="12240" w:h="15840"/>
          <w:pgMar w:top="720" w:right="720" w:bottom="720" w:left="720" w:header="720" w:footer="720" w:gutter="0"/>
          <w:cols w:num="2" w:space="720"/>
          <w:titlePg/>
          <w:docGrid w:linePitch="360"/>
        </w:sectPr>
      </w:pPr>
    </w:p>
    <w:p w14:paraId="5531A98E" w14:textId="3852F96D" w:rsidR="00F015DE" w:rsidRDefault="002138A7">
      <w:pPr>
        <w:pStyle w:val="Heading1"/>
      </w:pPr>
      <w:r>
        <w:lastRenderedPageBreak/>
        <w:t xml:space="preserve">Professional Experience </w:t>
      </w:r>
    </w:p>
    <w:p w14:paraId="6A4D8743" w14:textId="77777777" w:rsidR="002138A7" w:rsidRDefault="002138A7" w:rsidP="002138A7">
      <w:pPr>
        <w:pStyle w:val="Heading2"/>
      </w:pPr>
      <w:sdt>
        <w:sdtPr>
          <w:id w:val="-1649356819"/>
          <w:placeholder>
            <w:docPart w:val="FE97BE9A332A934EA36781A659E9A4DE"/>
          </w:placeholder>
        </w:sdtPr>
        <w:sdtContent>
          <w:r>
            <w:t>Internship – Farragut Primary School (2</w:t>
          </w:r>
          <w:r w:rsidRPr="00D06D14">
            <w:rPr>
              <w:vertAlign w:val="superscript"/>
            </w:rPr>
            <w:t>nd</w:t>
          </w:r>
          <w:r>
            <w:t xml:space="preserve"> Grade)</w:t>
          </w:r>
        </w:sdtContent>
      </w:sdt>
      <w:r>
        <w:tab/>
        <w:t xml:space="preserve">2012 – 2013 </w:t>
      </w:r>
    </w:p>
    <w:sdt>
      <w:sdtPr>
        <w:id w:val="609548822"/>
        <w:placeholder>
          <w:docPart w:val="C1E42CEF8E9AC84CAD015D77F5DEB292"/>
        </w:placeholder>
      </w:sdtPr>
      <w:sdtContent>
        <w:p w14:paraId="3B4B16E4" w14:textId="77777777" w:rsidR="002138A7" w:rsidRDefault="002138A7" w:rsidP="002138A7">
          <w:pPr>
            <w:pStyle w:val="BodyText"/>
            <w:numPr>
              <w:ilvl w:val="0"/>
              <w:numId w:val="11"/>
            </w:numPr>
          </w:pPr>
          <w:r>
            <w:t>Plan and Implement lessons based on the Common Core State Standards, Theory, Individualized Education Plans, 504 Plans, and district adopted curriculum (Evaluated with the TEAM Rubric)</w:t>
          </w:r>
        </w:p>
        <w:p w14:paraId="4ABA04D7" w14:textId="77777777" w:rsidR="002138A7" w:rsidRDefault="002138A7" w:rsidP="002138A7">
          <w:pPr>
            <w:pStyle w:val="BodyText"/>
            <w:numPr>
              <w:ilvl w:val="0"/>
              <w:numId w:val="11"/>
            </w:numPr>
          </w:pPr>
          <w:r>
            <w:t xml:space="preserve">Collaborate with mentoring teacher to create a positive, achievement-oriented, and structured learning environment to engage diverse learners in academic excellence </w:t>
          </w:r>
        </w:p>
        <w:p w14:paraId="5D58880B" w14:textId="77777777" w:rsidR="002138A7" w:rsidRDefault="002138A7" w:rsidP="002138A7">
          <w:pPr>
            <w:pStyle w:val="BodyText"/>
            <w:numPr>
              <w:ilvl w:val="0"/>
              <w:numId w:val="11"/>
            </w:numPr>
          </w:pPr>
          <w:r>
            <w:t>Use technology to engage, inform, and access information to diverse learners</w:t>
          </w:r>
        </w:p>
        <w:p w14:paraId="2867E2F7" w14:textId="77777777" w:rsidR="002138A7" w:rsidRDefault="002138A7" w:rsidP="002138A7">
          <w:pPr>
            <w:pStyle w:val="BodyText"/>
            <w:numPr>
              <w:ilvl w:val="0"/>
              <w:numId w:val="11"/>
            </w:numPr>
          </w:pPr>
          <w:r>
            <w:t xml:space="preserve">Administer standardized tests: CBM, Discovery Ed., and SAT – 10 </w:t>
          </w:r>
        </w:p>
        <w:p w14:paraId="347AF6D2" w14:textId="77777777" w:rsidR="002138A7" w:rsidRDefault="002138A7" w:rsidP="002138A7">
          <w:pPr>
            <w:pStyle w:val="BodyText"/>
            <w:numPr>
              <w:ilvl w:val="0"/>
              <w:numId w:val="11"/>
            </w:numPr>
          </w:pPr>
          <w:r>
            <w:t>Support individual students through one-on-one, small group, and whole group instruction</w:t>
          </w:r>
        </w:p>
      </w:sdtContent>
    </w:sdt>
    <w:p w14:paraId="6C5BAF00" w14:textId="77777777" w:rsidR="002138A7" w:rsidRDefault="002138A7" w:rsidP="002138A7">
      <w:pPr>
        <w:pStyle w:val="Heading2"/>
      </w:pPr>
      <w:sdt>
        <w:sdtPr>
          <w:id w:val="2123875881"/>
          <w:placeholder>
            <w:docPart w:val="FA903B25B65B8E42BE20A2AA0BE2D559"/>
          </w:placeholder>
        </w:sdtPr>
        <w:sdtContent>
          <w:r>
            <w:t>Substitute Teacher – Loudon Co. Schools (K-12)</w:t>
          </w:r>
        </w:sdtContent>
      </w:sdt>
      <w:r>
        <w:tab/>
        <w:t xml:space="preserve">2011 – 2013 </w:t>
      </w:r>
    </w:p>
    <w:sdt>
      <w:sdtPr>
        <w:id w:val="-1931577279"/>
        <w:placeholder>
          <w:docPart w:val="D3C083D8CDAE4742950D185C24DCA875"/>
        </w:placeholder>
      </w:sdtPr>
      <w:sdtContent>
        <w:p w14:paraId="1455959A" w14:textId="77777777" w:rsidR="002138A7" w:rsidRDefault="002138A7" w:rsidP="002138A7">
          <w:pPr>
            <w:pStyle w:val="BodyText"/>
            <w:numPr>
              <w:ilvl w:val="0"/>
              <w:numId w:val="13"/>
            </w:numPr>
          </w:pPr>
          <w:r>
            <w:t>Maintain effective classroom management strategies; Maintain a discipline and classroom control that fosters a safe and positive environment for all students and staff in accordance with school and district policies</w:t>
          </w:r>
        </w:p>
        <w:p w14:paraId="3258FF80" w14:textId="77777777" w:rsidR="002138A7" w:rsidRDefault="002138A7" w:rsidP="002138A7">
          <w:pPr>
            <w:pStyle w:val="BodyText"/>
            <w:numPr>
              <w:ilvl w:val="0"/>
              <w:numId w:val="13"/>
            </w:numPr>
          </w:pPr>
          <w:r>
            <w:t>Implement lesson plans and organize students for effective instruction</w:t>
          </w:r>
        </w:p>
        <w:p w14:paraId="1B4EA114" w14:textId="77777777" w:rsidR="002138A7" w:rsidRDefault="002138A7" w:rsidP="002138A7">
          <w:pPr>
            <w:pStyle w:val="BodyText"/>
            <w:numPr>
              <w:ilvl w:val="0"/>
              <w:numId w:val="13"/>
            </w:numPr>
          </w:pPr>
          <w:r>
            <w:t>Maintain and respect confidentiality of student and school personnel information</w:t>
          </w:r>
        </w:p>
        <w:p w14:paraId="32862BFF" w14:textId="77777777" w:rsidR="002138A7" w:rsidRDefault="002138A7" w:rsidP="002138A7">
          <w:pPr>
            <w:pStyle w:val="BodyText"/>
            <w:numPr>
              <w:ilvl w:val="0"/>
              <w:numId w:val="13"/>
            </w:numPr>
          </w:pPr>
          <w:r>
            <w:t>Ensure the adequate supervision to assure health, welfare, and safety of all students</w:t>
          </w:r>
        </w:p>
      </w:sdtContent>
    </w:sdt>
    <w:p w14:paraId="6052A429" w14:textId="77777777" w:rsidR="002138A7" w:rsidRDefault="002138A7" w:rsidP="002138A7">
      <w:pPr>
        <w:pStyle w:val="Heading2"/>
      </w:pPr>
      <w:sdt>
        <w:sdtPr>
          <w:id w:val="-1114520378"/>
          <w:placeholder>
            <w:docPart w:val="99A4DED0E640374DAA7608BD881B94DB"/>
          </w:placeholder>
        </w:sdtPr>
        <w:sdtContent>
          <w:r>
            <w:t>Practicum – Knox &amp; Loudon Co.</w:t>
          </w:r>
        </w:sdtContent>
      </w:sdt>
      <w:r>
        <w:tab/>
        <w:t xml:space="preserve">2010 – 2012 </w:t>
      </w:r>
    </w:p>
    <w:sdt>
      <w:sdtPr>
        <w:id w:val="1263566233"/>
        <w:placeholder>
          <w:docPart w:val="FF6074605A2BB143B0E7F2EBEFD07A58"/>
        </w:placeholder>
      </w:sdtPr>
      <w:sdtContent>
        <w:p w14:paraId="5D70A085" w14:textId="77777777" w:rsidR="002138A7" w:rsidRDefault="002138A7" w:rsidP="002138A7">
          <w:pPr>
            <w:pStyle w:val="BodyText"/>
          </w:pPr>
          <w:r>
            <w:t>Eaton Elementary School (Loudon Co.) – 3</w:t>
          </w:r>
          <w:r w:rsidRPr="00F82785">
            <w:rPr>
              <w:vertAlign w:val="superscript"/>
            </w:rPr>
            <w:t>rd</w:t>
          </w:r>
          <w:r>
            <w:t xml:space="preserve"> Grade</w:t>
          </w:r>
        </w:p>
        <w:p w14:paraId="44CAF02C" w14:textId="77777777" w:rsidR="002138A7" w:rsidRDefault="002138A7" w:rsidP="002138A7">
          <w:pPr>
            <w:pStyle w:val="BodyText"/>
          </w:pPr>
          <w:r>
            <w:t>Pond Gap Elementary School (Knox Co.) – Kindergarten &amp; 2</w:t>
          </w:r>
          <w:r w:rsidRPr="00F82785">
            <w:rPr>
              <w:vertAlign w:val="superscript"/>
            </w:rPr>
            <w:t>nd</w:t>
          </w:r>
          <w:r>
            <w:t xml:space="preserve"> Grade</w:t>
          </w:r>
        </w:p>
        <w:p w14:paraId="386CAA5E" w14:textId="77777777" w:rsidR="002138A7" w:rsidRDefault="002138A7" w:rsidP="002138A7">
          <w:pPr>
            <w:pStyle w:val="BodyText"/>
          </w:pPr>
          <w:r>
            <w:t xml:space="preserve">Farragut Primary School (Knox Co.) – Kindergarten </w:t>
          </w:r>
        </w:p>
      </w:sdtContent>
    </w:sdt>
    <w:p w14:paraId="46446868" w14:textId="0B2419BF" w:rsidR="00F015DE" w:rsidRDefault="002138A7" w:rsidP="002138A7">
      <w:pPr>
        <w:pStyle w:val="Heading1"/>
      </w:pPr>
      <w:r>
        <w:t xml:space="preserve"> Education</w:t>
      </w:r>
    </w:p>
    <w:sdt>
      <w:sdtPr>
        <w:id w:val="9459754"/>
        <w:placeholder>
          <w:docPart w:val="0CA12A6D41752943860290F18A475609"/>
        </w:placeholder>
      </w:sdtPr>
      <w:sdtEndPr/>
      <w:sdtContent>
        <w:p w14:paraId="041D3970" w14:textId="77777777" w:rsidR="00545E99" w:rsidRDefault="00545E99" w:rsidP="00545E99">
          <w:pPr>
            <w:pStyle w:val="BodyText"/>
            <w:numPr>
              <w:ilvl w:val="0"/>
              <w:numId w:val="15"/>
            </w:numPr>
            <w:sectPr w:rsidR="00545E99" w:rsidSect="002138A7">
              <w:type w:val="continuous"/>
              <w:pgSz w:w="12240" w:h="15840"/>
              <w:pgMar w:top="720" w:right="720" w:bottom="720" w:left="720" w:header="720" w:footer="720" w:gutter="0"/>
              <w:cols w:space="720"/>
              <w:titlePg/>
              <w:docGrid w:linePitch="360"/>
            </w:sectPr>
          </w:pPr>
        </w:p>
        <w:p w14:paraId="27E99499" w14:textId="77777777" w:rsidR="002138A7" w:rsidRDefault="002138A7" w:rsidP="002138A7">
          <w:pPr>
            <w:pStyle w:val="Heading2"/>
          </w:pPr>
          <w:sdt>
            <w:sdtPr>
              <w:id w:val="-1364986742"/>
              <w:placeholder>
                <w:docPart w:val="A19C87D664E6684C9D37572892457BCD"/>
              </w:placeholder>
            </w:sdtPr>
            <w:sdtContent>
              <w:r>
                <w:t>Bachelor of Science – Tennessee Technological University</w:t>
              </w:r>
            </w:sdtContent>
          </w:sdt>
          <w:r>
            <w:tab/>
            <w:t xml:space="preserve">2011 – 2012 </w:t>
          </w:r>
        </w:p>
        <w:sdt>
          <w:sdtPr>
            <w:id w:val="-786888701"/>
            <w:placeholder>
              <w:docPart w:val="549447048A7F364E96FD6981B85AC7F4"/>
            </w:placeholder>
          </w:sdtPr>
          <w:sdtContent>
            <w:p w14:paraId="46F673F8" w14:textId="77777777" w:rsidR="002138A7" w:rsidRDefault="002138A7" w:rsidP="002138A7">
              <w:pPr>
                <w:pStyle w:val="BodyText"/>
              </w:pPr>
              <w:r>
                <w:t>Multidisciplinary Studies, Curriculum and Instruction with concentration in Elementary Education</w:t>
              </w:r>
            </w:p>
            <w:p w14:paraId="77CBC862" w14:textId="77777777" w:rsidR="002138A7" w:rsidRDefault="002138A7" w:rsidP="002138A7">
              <w:pPr>
                <w:pStyle w:val="BodyText"/>
              </w:pPr>
              <w:r>
                <w:t>Endorsements in Pre-K and Middle School</w:t>
              </w:r>
            </w:p>
            <w:p w14:paraId="5FD348E4" w14:textId="77777777" w:rsidR="002138A7" w:rsidRDefault="002138A7" w:rsidP="002138A7">
              <w:pPr>
                <w:pStyle w:val="BodyText"/>
              </w:pPr>
              <w:r>
                <w:t>GPA: 3.75/4.0</w:t>
              </w:r>
            </w:p>
          </w:sdtContent>
        </w:sdt>
        <w:p w14:paraId="47A0453E" w14:textId="77777777" w:rsidR="002138A7" w:rsidRDefault="002138A7" w:rsidP="002138A7">
          <w:pPr>
            <w:pStyle w:val="Heading2"/>
          </w:pPr>
          <w:sdt>
            <w:sdtPr>
              <w:id w:val="-1676868916"/>
              <w:placeholder>
                <w:docPart w:val="C3BCAE344272284EB1AF6C0DF3F18639"/>
              </w:placeholder>
            </w:sdtPr>
            <w:sdtContent>
              <w:r>
                <w:t>Associate of Science in Teaching – Pellissippi State C.C.</w:t>
              </w:r>
            </w:sdtContent>
          </w:sdt>
          <w:r>
            <w:tab/>
            <w:t xml:space="preserve">2010 – 2011 </w:t>
          </w:r>
        </w:p>
        <w:sdt>
          <w:sdtPr>
            <w:id w:val="-2020067312"/>
            <w:placeholder>
              <w:docPart w:val="F98AB082727463448E12DE585F43BFCA"/>
            </w:placeholder>
          </w:sdtPr>
          <w:sdtContent>
            <w:p w14:paraId="6A8D435F" w14:textId="77777777" w:rsidR="002138A7" w:rsidRDefault="002138A7" w:rsidP="002138A7">
              <w:pPr>
                <w:pStyle w:val="BodyText"/>
              </w:pPr>
              <w:r>
                <w:t xml:space="preserve">Elementary Education (K – 6) </w:t>
              </w:r>
              <w:bookmarkStart w:id="0" w:name="_GoBack"/>
              <w:bookmarkEnd w:id="0"/>
            </w:p>
            <w:p w14:paraId="24F0B666" w14:textId="77777777" w:rsidR="002138A7" w:rsidRDefault="002138A7" w:rsidP="002138A7">
              <w:pPr>
                <w:pStyle w:val="BodyText"/>
                <w:sectPr w:rsidR="002138A7" w:rsidSect="002138A7">
                  <w:type w:val="continuous"/>
                  <w:pgSz w:w="12240" w:h="15840"/>
                  <w:pgMar w:top="720" w:right="720" w:bottom="720" w:left="720" w:header="720" w:footer="720" w:gutter="0"/>
                  <w:cols w:space="720"/>
                  <w:titlePg/>
                  <w:docGrid w:linePitch="360"/>
                </w:sectPr>
              </w:pPr>
              <w:r>
                <w:t>GPA: 4.0/4.0</w:t>
              </w:r>
            </w:p>
          </w:sdtContent>
        </w:sdt>
        <w:p w14:paraId="485E8A46" w14:textId="53B369DA" w:rsidR="002138A7" w:rsidRDefault="002138A7" w:rsidP="002138A7">
          <w:pPr>
            <w:pStyle w:val="BodyText"/>
          </w:pPr>
        </w:p>
        <w:p w14:paraId="71B59D54" w14:textId="6F12BB0B" w:rsidR="00F015DE" w:rsidRDefault="002138A7" w:rsidP="00545E99">
          <w:pPr>
            <w:pStyle w:val="BodyText"/>
          </w:pPr>
        </w:p>
      </w:sdtContent>
    </w:sdt>
    <w:p w14:paraId="2C45F244" w14:textId="77777777" w:rsidR="00545E99" w:rsidRDefault="00545E99" w:rsidP="00796043">
      <w:pPr>
        <w:pStyle w:val="Heading1"/>
        <w:sectPr w:rsidR="00545E99" w:rsidSect="00545E99">
          <w:type w:val="continuous"/>
          <w:pgSz w:w="12240" w:h="15840"/>
          <w:pgMar w:top="720" w:right="720" w:bottom="720" w:left="720" w:header="720" w:footer="720" w:gutter="0"/>
          <w:cols w:num="2" w:space="720"/>
          <w:titlePg/>
          <w:docGrid w:linePitch="360"/>
        </w:sectPr>
      </w:pPr>
    </w:p>
    <w:p w14:paraId="5F618917" w14:textId="70313EDF" w:rsidR="00796043" w:rsidRDefault="00796043" w:rsidP="00796043">
      <w:pPr>
        <w:pStyle w:val="Heading1"/>
      </w:pPr>
      <w:r>
        <w:t xml:space="preserve">References </w:t>
      </w:r>
    </w:p>
    <w:p w14:paraId="3BD50EA6" w14:textId="77777777" w:rsidR="00796043" w:rsidRDefault="002138A7" w:rsidP="00796043">
      <w:pPr>
        <w:pStyle w:val="Heading2"/>
      </w:pPr>
      <w:sdt>
        <w:sdtPr>
          <w:id w:val="-1729290857"/>
          <w:placeholder>
            <w:docPart w:val="304863E5AE533A4A9FCDF8713D3087EE"/>
          </w:placeholder>
        </w:sdtPr>
        <w:sdtEndPr/>
        <w:sdtContent>
          <w:r w:rsidR="00796043">
            <w:t>Debra Gainer</w:t>
          </w:r>
        </w:sdtContent>
      </w:sdt>
      <w:r w:rsidR="00796043">
        <w:tab/>
        <w:t xml:space="preserve">Knox County Schools </w:t>
      </w:r>
    </w:p>
    <w:sdt>
      <w:sdtPr>
        <w:id w:val="1982645216"/>
        <w:placeholder>
          <w:docPart w:val="44FDF422C45D2444B38ABDCB865E49AC"/>
        </w:placeholder>
      </w:sdtPr>
      <w:sdtEndPr/>
      <w:sdtContent>
        <w:p w14:paraId="46C4E6D9" w14:textId="3F86D4C8" w:rsidR="00796043" w:rsidRDefault="00796043" w:rsidP="00E73CBB">
          <w:pPr>
            <w:pStyle w:val="BodyText"/>
          </w:pPr>
          <w:r>
            <w:t>Mentoring Teacher at Farragut Primary School</w:t>
          </w:r>
          <w:r w:rsidR="00E73CBB" w:rsidRPr="00E73CBB">
            <w:t xml:space="preserve"> </w:t>
          </w:r>
          <w:r w:rsidR="00E73CBB">
            <w:tab/>
            <w:t xml:space="preserve">             </w:t>
          </w:r>
          <w:r w:rsidR="00E73CBB" w:rsidRPr="00BC717C">
            <w:t>Email:</w:t>
          </w:r>
          <w:r w:rsidR="00E73CBB">
            <w:t xml:space="preserve"> </w:t>
          </w:r>
          <w:hyperlink r:id="rId11" w:history="1">
            <w:r w:rsidR="00E73CBB" w:rsidRPr="002E0A8B">
              <w:rPr>
                <w:rStyle w:val="Hyperlink"/>
              </w:rPr>
              <w:t>debra.gainer@knoxschools.org</w:t>
            </w:r>
          </w:hyperlink>
          <w:r w:rsidR="00E73CBB">
            <w:t xml:space="preserve"> </w:t>
          </w:r>
          <w:r w:rsidR="004C667C">
            <w:t xml:space="preserve">           </w:t>
          </w:r>
          <w:r w:rsidR="00BC717C" w:rsidRPr="00BC717C">
            <w:t>Address:</w:t>
          </w:r>
          <w:r w:rsidR="00BC717C">
            <w:rPr>
              <w:b/>
            </w:rPr>
            <w:t xml:space="preserve"> </w:t>
          </w:r>
          <w:r w:rsidR="00BC717C">
            <w:t xml:space="preserve">1105 Glenmora </w:t>
          </w:r>
          <w:r w:rsidR="00E73CBB">
            <w:t>Grove Drive Knoxville, TN 37923</w:t>
          </w:r>
          <w:r w:rsidR="00E73CBB">
            <w:tab/>
          </w:r>
          <w:r w:rsidRPr="00BC717C">
            <w:t>Phone:</w:t>
          </w:r>
          <w:r>
            <w:t xml:space="preserve"> (865) 963 </w:t>
          </w:r>
          <w:r w:rsidR="00B87DA3">
            <w:t xml:space="preserve">– </w:t>
          </w:r>
          <w:r>
            <w:t xml:space="preserve">7777 </w:t>
          </w:r>
        </w:p>
      </w:sdtContent>
    </w:sdt>
    <w:p w14:paraId="0AD8FAC3" w14:textId="77777777" w:rsidR="00796043" w:rsidRDefault="002138A7" w:rsidP="00796043">
      <w:pPr>
        <w:pStyle w:val="Heading2"/>
      </w:pPr>
      <w:sdt>
        <w:sdtPr>
          <w:id w:val="-722364061"/>
          <w:placeholder>
            <w:docPart w:val="4B862E06BCB30C4487065187D316D690"/>
          </w:placeholder>
        </w:sdtPr>
        <w:sdtEndPr/>
        <w:sdtContent>
          <w:r w:rsidR="00796043">
            <w:t>Dr. Kristen Trent</w:t>
          </w:r>
        </w:sdtContent>
      </w:sdt>
      <w:r w:rsidR="00796043">
        <w:tab/>
        <w:t>Tennessee Technological University</w:t>
      </w:r>
    </w:p>
    <w:sdt>
      <w:sdtPr>
        <w:id w:val="-810479822"/>
        <w:placeholder>
          <w:docPart w:val="EB8CC5BBC2D2DD498721EC51B92A434A"/>
        </w:placeholder>
      </w:sdtPr>
      <w:sdtEndPr/>
      <w:sdtContent>
        <w:p w14:paraId="6CEB1F5D" w14:textId="3ECC508C" w:rsidR="00796043" w:rsidRDefault="00796043" w:rsidP="00796043">
          <w:pPr>
            <w:pStyle w:val="BodyText"/>
          </w:pPr>
          <w:r>
            <w:t>Supervising Professor</w:t>
          </w:r>
          <w:r w:rsidR="00E73CBB" w:rsidRPr="00E73CBB">
            <w:t xml:space="preserve"> </w:t>
          </w:r>
          <w:r w:rsidR="00E73CBB">
            <w:tab/>
          </w:r>
          <w:r w:rsidR="00E73CBB">
            <w:tab/>
          </w:r>
          <w:r w:rsidR="00E73CBB">
            <w:tab/>
          </w:r>
          <w:r w:rsidR="00E73CBB">
            <w:tab/>
          </w:r>
          <w:r w:rsidR="00E73CBB">
            <w:tab/>
          </w:r>
          <w:r w:rsidR="00E73CBB">
            <w:tab/>
          </w:r>
          <w:r w:rsidR="00E73CBB" w:rsidRPr="00BC717C">
            <w:t>Email:</w:t>
          </w:r>
          <w:r w:rsidR="00E73CBB">
            <w:t xml:space="preserve"> </w:t>
          </w:r>
          <w:hyperlink r:id="rId12" w:history="1">
            <w:r w:rsidR="00E73CBB" w:rsidRPr="002E0A8B">
              <w:rPr>
                <w:rStyle w:val="Hyperlink"/>
              </w:rPr>
              <w:t>KPennycuff@tntech.edu</w:t>
            </w:r>
          </w:hyperlink>
          <w:r w:rsidR="004C667C">
            <w:t xml:space="preserve">                       </w:t>
          </w:r>
          <w:r w:rsidR="00BC717C" w:rsidRPr="00BC717C">
            <w:t>Address:</w:t>
          </w:r>
          <w:r w:rsidR="00BC717C">
            <w:t xml:space="preserve"> 324 Quail Pointe Knoxville, TN 37934 </w:t>
          </w:r>
          <w:r w:rsidR="00E73CBB">
            <w:tab/>
          </w:r>
          <w:r w:rsidR="00E73CBB">
            <w:tab/>
          </w:r>
          <w:r w:rsidR="00F82785" w:rsidRPr="00BC717C">
            <w:t>Phone:</w:t>
          </w:r>
          <w:r w:rsidR="00F82785">
            <w:t xml:space="preserve"> (931) 510 – 4157 </w:t>
          </w:r>
        </w:p>
      </w:sdtContent>
    </w:sdt>
    <w:p w14:paraId="131F2115" w14:textId="77777777" w:rsidR="00796043" w:rsidRDefault="002138A7" w:rsidP="00796043">
      <w:pPr>
        <w:pStyle w:val="Heading2"/>
      </w:pPr>
      <w:sdt>
        <w:sdtPr>
          <w:id w:val="861636777"/>
          <w:placeholder>
            <w:docPart w:val="B5284BD8E2B5A746B93F412BB3667CD4"/>
          </w:placeholder>
        </w:sdtPr>
        <w:sdtEndPr/>
        <w:sdtContent>
          <w:r w:rsidR="00796043">
            <w:t>Jocelyn Taylor</w:t>
          </w:r>
        </w:sdtContent>
      </w:sdt>
      <w:r w:rsidR="00796043">
        <w:tab/>
        <w:t>Tate’s School of Discovery</w:t>
      </w:r>
    </w:p>
    <w:sdt>
      <w:sdtPr>
        <w:id w:val="366869971"/>
        <w:placeholder>
          <w:docPart w:val="A16335A9942CB741AA405814D703037F"/>
        </w:placeholder>
      </w:sdtPr>
      <w:sdtEndPr/>
      <w:sdtContent>
        <w:p w14:paraId="678609E8" w14:textId="7F282EB5" w:rsidR="00E73CBB" w:rsidRDefault="00BC717C" w:rsidP="00796043">
          <w:r>
            <w:t>Principal’s Secretary</w:t>
          </w:r>
          <w:r w:rsidR="00E73CBB">
            <w:tab/>
          </w:r>
          <w:r w:rsidR="00E73CBB">
            <w:tab/>
          </w:r>
          <w:r w:rsidR="00E73CBB">
            <w:tab/>
          </w:r>
          <w:r w:rsidR="00E73CBB">
            <w:tab/>
          </w:r>
          <w:r w:rsidR="00E73CBB">
            <w:tab/>
          </w:r>
          <w:r w:rsidR="00E73CBB">
            <w:tab/>
            <w:t xml:space="preserve">Email: </w:t>
          </w:r>
          <w:hyperlink r:id="rId13" w:history="1">
            <w:r w:rsidR="00E73CBB" w:rsidRPr="00D25D31">
              <w:rPr>
                <w:rStyle w:val="Hyperlink"/>
              </w:rPr>
              <w:t>jocytaylor@charter.net</w:t>
            </w:r>
          </w:hyperlink>
          <w:r w:rsidR="00E73CBB">
            <w:t xml:space="preserve"> </w:t>
          </w:r>
        </w:p>
        <w:p w14:paraId="39361458" w14:textId="0245EA73" w:rsidR="00B87DA3" w:rsidRDefault="00B87DA3" w:rsidP="00796043">
          <w:r>
            <w:t>Address: 12844 Cabot Ridge Lane Knoxville, TN 37922</w:t>
          </w:r>
          <w:r>
            <w:tab/>
            <w:t xml:space="preserve">Phone: (865) 719 – 2139 </w:t>
          </w:r>
        </w:p>
        <w:p w14:paraId="2C44E47E" w14:textId="1C37048A" w:rsidR="00F015DE" w:rsidRDefault="002138A7" w:rsidP="00796043"/>
      </w:sdtContent>
    </w:sdt>
    <w:sectPr w:rsidR="00F015DE" w:rsidSect="00545E99">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E2E0A" w14:textId="77777777" w:rsidR="00893239" w:rsidRDefault="00893239">
      <w:r>
        <w:separator/>
      </w:r>
    </w:p>
  </w:endnote>
  <w:endnote w:type="continuationSeparator" w:id="0">
    <w:p w14:paraId="65E9C3DB" w14:textId="77777777" w:rsidR="00893239" w:rsidRDefault="0089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C9929" w14:textId="77777777" w:rsidR="00893239" w:rsidRDefault="00893239">
    <w:pPr>
      <w:pStyle w:val="Footer"/>
    </w:pPr>
    <w:r>
      <w:fldChar w:fldCharType="begin"/>
    </w:r>
    <w:r>
      <w:instrText xml:space="preserve"> Page </w:instrText>
    </w:r>
    <w:r>
      <w:fldChar w:fldCharType="separate"/>
    </w:r>
    <w:r w:rsidR="002138A7">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E82A6" w14:textId="77777777" w:rsidR="00893239" w:rsidRDefault="00893239">
      <w:r>
        <w:separator/>
      </w:r>
    </w:p>
  </w:footnote>
  <w:footnote w:type="continuationSeparator" w:id="0">
    <w:p w14:paraId="3047A90F" w14:textId="77777777" w:rsidR="00893239" w:rsidRDefault="008932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0188"/>
      <w:gridCol w:w="720"/>
    </w:tblGrid>
    <w:tr w:rsidR="00893239" w14:paraId="7AE3132A" w14:textId="77777777">
      <w:trPr>
        <w:trHeight w:val="720"/>
      </w:trPr>
      <w:tc>
        <w:tcPr>
          <w:tcW w:w="10188" w:type="dxa"/>
          <w:vAlign w:val="center"/>
        </w:tcPr>
        <w:p w14:paraId="5A1D4323" w14:textId="77777777" w:rsidR="00893239" w:rsidRDefault="00893239"/>
      </w:tc>
      <w:tc>
        <w:tcPr>
          <w:tcW w:w="720" w:type="dxa"/>
          <w:shd w:val="clear" w:color="auto" w:fill="A9122A" w:themeFill="accent1"/>
          <w:vAlign w:val="center"/>
        </w:tcPr>
        <w:p w14:paraId="2FA57E17" w14:textId="77777777" w:rsidR="00893239" w:rsidRDefault="00893239">
          <w:r>
            <w:t xml:space="preserve">TC </w:t>
          </w:r>
        </w:p>
      </w:tc>
    </w:tr>
  </w:tbl>
  <w:p w14:paraId="74633827" w14:textId="77777777" w:rsidR="00893239" w:rsidRDefault="0089323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288"/>
      <w:gridCol w:w="1728"/>
    </w:tblGrid>
    <w:tr w:rsidR="00893239" w14:paraId="2FC8144E" w14:textId="77777777">
      <w:tc>
        <w:tcPr>
          <w:tcW w:w="9288" w:type="dxa"/>
          <w:vAlign w:val="center"/>
        </w:tcPr>
        <w:p w14:paraId="11B0A52D" w14:textId="77777777" w:rsidR="00893239" w:rsidRDefault="00893239">
          <w:pPr>
            <w:pStyle w:val="Title"/>
          </w:pPr>
          <w:r>
            <w:fldChar w:fldCharType="begin"/>
          </w:r>
          <w:r>
            <w:instrText xml:space="preserve"> PLACEHOLDER </w:instrText>
          </w:r>
          <w:r>
            <w:fldChar w:fldCharType="begin"/>
          </w:r>
          <w:r>
            <w:instrText xml:space="preserve"> IF </w:instrText>
          </w:r>
          <w:r w:rsidR="002138A7">
            <w:fldChar w:fldCharType="begin"/>
          </w:r>
          <w:r w:rsidR="002138A7">
            <w:instrText xml:space="preserve"> USERNAME </w:instrText>
          </w:r>
          <w:r w:rsidR="002138A7">
            <w:fldChar w:fldCharType="separate"/>
          </w:r>
          <w:r>
            <w:rPr>
              <w:noProof/>
            </w:rPr>
            <w:instrText>Tosha Cook</w:instrText>
          </w:r>
          <w:r w:rsidR="002138A7">
            <w:rPr>
              <w:noProof/>
            </w:rPr>
            <w:fldChar w:fldCharType="end"/>
          </w:r>
          <w:r>
            <w:instrText xml:space="preserve">="" "[Your Name]" </w:instrText>
          </w:r>
          <w:r w:rsidR="002138A7">
            <w:fldChar w:fldCharType="begin"/>
          </w:r>
          <w:r w:rsidR="002138A7">
            <w:instrText xml:space="preserve"> USERNAME </w:instrText>
          </w:r>
          <w:r w:rsidR="002138A7">
            <w:fldChar w:fldCharType="separate"/>
          </w:r>
          <w:r>
            <w:rPr>
              <w:noProof/>
            </w:rPr>
            <w:instrText>Tosha Cook</w:instrText>
          </w:r>
          <w:r w:rsidR="002138A7">
            <w:rPr>
              <w:noProof/>
            </w:rPr>
            <w:fldChar w:fldCharType="end"/>
          </w:r>
          <w:r>
            <w:fldChar w:fldCharType="separate"/>
          </w:r>
          <w:r>
            <w:rPr>
              <w:noProof/>
            </w:rPr>
            <w:instrText>Tosha Cook</w:instrText>
          </w:r>
          <w:r>
            <w:fldChar w:fldCharType="end"/>
          </w:r>
          <w:r>
            <w:instrText xml:space="preserve"> \* MERGEFORMAT</w:instrText>
          </w:r>
          <w:r>
            <w:fldChar w:fldCharType="separate"/>
          </w:r>
          <w:r w:rsidR="002138A7">
            <w:t xml:space="preserve">Tosha </w:t>
          </w:r>
          <w:r w:rsidR="002138A7">
            <w:rPr>
              <w:noProof/>
            </w:rPr>
            <w:t>Cook</w:t>
          </w:r>
          <w:r>
            <w:fldChar w:fldCharType="end"/>
          </w:r>
        </w:p>
        <w:p w14:paraId="40BD58B5" w14:textId="77777777" w:rsidR="00893239" w:rsidRDefault="00893239" w:rsidP="00796043">
          <w:pPr>
            <w:pStyle w:val="ContactDetails"/>
          </w:pPr>
          <w:r>
            <w:t>5969 Katrina Lane</w:t>
          </w:r>
          <w:r>
            <w:sym w:font="Wingdings 2" w:char="F097"/>
          </w:r>
          <w:r>
            <w:t xml:space="preserve"> Knoxville, TN 37912</w:t>
          </w:r>
          <w:r>
            <w:br/>
            <w:t xml:space="preserve">Phone: (865) 399 – 6681  </w:t>
          </w:r>
          <w:r>
            <w:sym w:font="Wingdings 2" w:char="F097"/>
          </w:r>
          <w:r>
            <w:t xml:space="preserve"> E-Mail: tmcook22@students.tntech.edu </w:t>
          </w:r>
        </w:p>
      </w:tc>
      <w:tc>
        <w:tcPr>
          <w:tcW w:w="1728" w:type="dxa"/>
          <w:vAlign w:val="center"/>
        </w:tcPr>
        <w:p w14:paraId="3B00FBC9" w14:textId="77777777" w:rsidR="00893239" w:rsidRDefault="00893239">
          <w:pPr>
            <w:pStyle w:val="Initials"/>
          </w:pPr>
          <w:r>
            <w:t>TC</w:t>
          </w:r>
        </w:p>
      </w:tc>
    </w:tr>
  </w:tbl>
  <w:p w14:paraId="29BFB659" w14:textId="77777777" w:rsidR="00893239" w:rsidRDefault="0089323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EA216B0"/>
    <w:multiLevelType w:val="hybridMultilevel"/>
    <w:tmpl w:val="4AA4CC3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3944B30"/>
    <w:multiLevelType w:val="hybridMultilevel"/>
    <w:tmpl w:val="71FC71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6660A"/>
    <w:multiLevelType w:val="hybridMultilevel"/>
    <w:tmpl w:val="CEFC53C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F2E149F"/>
    <w:multiLevelType w:val="hybridMultilevel"/>
    <w:tmpl w:val="9AECFD7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502C36"/>
    <w:multiLevelType w:val="hybridMultilevel"/>
    <w:tmpl w:val="C12059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663573"/>
    <w:multiLevelType w:val="hybridMultilevel"/>
    <w:tmpl w:val="93DC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D42DA4"/>
    <w:multiLevelType w:val="hybridMultilevel"/>
    <w:tmpl w:val="AD92600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10"/>
  </w:num>
  <w:num w:numId="15">
    <w:abstractNumId w:val="1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796043"/>
    <w:rsid w:val="000201D0"/>
    <w:rsid w:val="000B233E"/>
    <w:rsid w:val="00123268"/>
    <w:rsid w:val="001459EA"/>
    <w:rsid w:val="001F21FF"/>
    <w:rsid w:val="002138A7"/>
    <w:rsid w:val="002C4A84"/>
    <w:rsid w:val="00386E4B"/>
    <w:rsid w:val="003A13A9"/>
    <w:rsid w:val="00437BEB"/>
    <w:rsid w:val="00484C1B"/>
    <w:rsid w:val="004C667C"/>
    <w:rsid w:val="004F1F18"/>
    <w:rsid w:val="00545E99"/>
    <w:rsid w:val="005B3BAE"/>
    <w:rsid w:val="00682636"/>
    <w:rsid w:val="006F0253"/>
    <w:rsid w:val="0071003A"/>
    <w:rsid w:val="0071753E"/>
    <w:rsid w:val="00770371"/>
    <w:rsid w:val="0078650F"/>
    <w:rsid w:val="00796043"/>
    <w:rsid w:val="0081088C"/>
    <w:rsid w:val="008118CC"/>
    <w:rsid w:val="00893239"/>
    <w:rsid w:val="00995900"/>
    <w:rsid w:val="00A77BF6"/>
    <w:rsid w:val="00AB0779"/>
    <w:rsid w:val="00B262EC"/>
    <w:rsid w:val="00B34C2B"/>
    <w:rsid w:val="00B87DA3"/>
    <w:rsid w:val="00BA551E"/>
    <w:rsid w:val="00BC717C"/>
    <w:rsid w:val="00CC005E"/>
    <w:rsid w:val="00D06D14"/>
    <w:rsid w:val="00D516FC"/>
    <w:rsid w:val="00E73CBB"/>
    <w:rsid w:val="00F015DE"/>
    <w:rsid w:val="00F82785"/>
    <w:rsid w:val="00FC1FF9"/>
    <w:rsid w:val="00FC2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34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character" w:styleId="Hyperlink">
    <w:name w:val="Hyperlink"/>
    <w:basedOn w:val="DefaultParagraphFont"/>
    <w:uiPriority w:val="99"/>
    <w:unhideWhenUsed/>
    <w:rsid w:val="00796043"/>
    <w:rPr>
      <w:color w:val="002FFF" w:themeColor="hyperlink"/>
      <w:u w:val="single"/>
    </w:rPr>
  </w:style>
  <w:style w:type="character" w:styleId="FollowedHyperlink">
    <w:name w:val="FollowedHyperlink"/>
    <w:basedOn w:val="DefaultParagraphFont"/>
    <w:uiPriority w:val="99"/>
    <w:semiHidden/>
    <w:unhideWhenUsed/>
    <w:rsid w:val="00E73CBB"/>
    <w:rPr>
      <w:color w:val="8D009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character" w:styleId="Hyperlink">
    <w:name w:val="Hyperlink"/>
    <w:basedOn w:val="DefaultParagraphFont"/>
    <w:uiPriority w:val="99"/>
    <w:unhideWhenUsed/>
    <w:rsid w:val="00796043"/>
    <w:rPr>
      <w:color w:val="002FFF" w:themeColor="hyperlink"/>
      <w:u w:val="single"/>
    </w:rPr>
  </w:style>
  <w:style w:type="character" w:styleId="FollowedHyperlink">
    <w:name w:val="FollowedHyperlink"/>
    <w:basedOn w:val="DefaultParagraphFont"/>
    <w:uiPriority w:val="99"/>
    <w:semiHidden/>
    <w:unhideWhenUsed/>
    <w:rsid w:val="00E73CBB"/>
    <w:rPr>
      <w:color w:val="8D009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ebra.gainer@knoxschools.org" TargetMode="External"/><Relationship Id="rId12" Type="http://schemas.openxmlformats.org/officeDocument/2006/relationships/hyperlink" Target="mailto:KPennycuff@tntech.edu" TargetMode="External"/><Relationship Id="rId13" Type="http://schemas.openxmlformats.org/officeDocument/2006/relationships/hyperlink" Target="mailto:jocytaylor@charter.net" TargetMode="Externa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Resumes:Initials%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EBA524558A094497B1C817F14CB488"/>
        <w:category>
          <w:name w:val="General"/>
          <w:gallery w:val="placeholder"/>
        </w:category>
        <w:types>
          <w:type w:val="bbPlcHdr"/>
        </w:types>
        <w:behaviors>
          <w:behavior w:val="content"/>
        </w:behaviors>
        <w:guid w:val="{C98F4C4D-0553-3546-B2BB-B7918D7ABBEF}"/>
      </w:docPartPr>
      <w:docPartBody>
        <w:p w:rsidR="00493BCB" w:rsidRDefault="00493BCB">
          <w:pPr>
            <w:pStyle w:val="EFEBA524558A094497B1C817F14CB488"/>
          </w:pPr>
          <w: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0CA12A6D41752943860290F18A475609"/>
        <w:category>
          <w:name w:val="General"/>
          <w:gallery w:val="placeholder"/>
        </w:category>
        <w:types>
          <w:type w:val="bbPlcHdr"/>
        </w:types>
        <w:behaviors>
          <w:behavior w:val="content"/>
        </w:behaviors>
        <w:guid w:val="{503B6069-99C1-6F4C-9E65-786FE1D28F45}"/>
      </w:docPartPr>
      <w:docPartBody>
        <w:p w:rsidR="00493BCB" w:rsidRDefault="00493BCB">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493BCB" w:rsidRDefault="00493BCB">
          <w:pPr>
            <w:pStyle w:val="0CA12A6D41752943860290F18A475609"/>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594AE4C961323D40B618D7D78F76F392"/>
        <w:category>
          <w:name w:val="General"/>
          <w:gallery w:val="placeholder"/>
        </w:category>
        <w:types>
          <w:type w:val="bbPlcHdr"/>
        </w:types>
        <w:behaviors>
          <w:behavior w:val="content"/>
        </w:behaviors>
        <w:guid w:val="{788AD29F-8DB5-7D41-856F-43C630A44D76}"/>
      </w:docPartPr>
      <w:docPartBody>
        <w:p w:rsidR="00493BCB" w:rsidRDefault="00493BCB" w:rsidP="00493BCB">
          <w:pPr>
            <w:pStyle w:val="594AE4C961323D40B618D7D78F76F392"/>
          </w:pPr>
          <w:r>
            <w:rPr>
              <w:rStyle w:val="BodyTextChar"/>
            </w:rPr>
            <w:t xml:space="preserve">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w:t>
          </w:r>
        </w:p>
      </w:docPartBody>
    </w:docPart>
    <w:docPart>
      <w:docPartPr>
        <w:name w:val="304863E5AE533A4A9FCDF8713D3087EE"/>
        <w:category>
          <w:name w:val="General"/>
          <w:gallery w:val="placeholder"/>
        </w:category>
        <w:types>
          <w:type w:val="bbPlcHdr"/>
        </w:types>
        <w:behaviors>
          <w:behavior w:val="content"/>
        </w:behaviors>
        <w:guid w:val="{982CC0FD-BF22-2A4F-8230-EDEE57AA9C36}"/>
      </w:docPartPr>
      <w:docPartBody>
        <w:p w:rsidR="00493BCB" w:rsidRDefault="00493BCB" w:rsidP="00493BCB">
          <w:pPr>
            <w:pStyle w:val="304863E5AE533A4A9FCDF8713D3087EE"/>
          </w:pPr>
          <w:r>
            <w:t>Lorem ipsum dolor</w:t>
          </w:r>
        </w:p>
      </w:docPartBody>
    </w:docPart>
    <w:docPart>
      <w:docPartPr>
        <w:name w:val="44FDF422C45D2444B38ABDCB865E49AC"/>
        <w:category>
          <w:name w:val="General"/>
          <w:gallery w:val="placeholder"/>
        </w:category>
        <w:types>
          <w:type w:val="bbPlcHdr"/>
        </w:types>
        <w:behaviors>
          <w:behavior w:val="content"/>
        </w:behaviors>
        <w:guid w:val="{65E93B6C-DCB4-F748-8128-09A3F0CA3F43}"/>
      </w:docPartPr>
      <w:docPartBody>
        <w:p w:rsidR="00493BCB" w:rsidRDefault="00493BCB" w:rsidP="00493BCB">
          <w:pPr>
            <w:pStyle w:val="44FDF422C45D2444B38ABDCB865E49AC"/>
          </w:pPr>
          <w:r>
            <w:t>Etiam cursus suscipit enim. Nulla facilisi. Integer eleifend diam eu diam. Donec dapibus enim sollicitudin nulla. Nam hendrerit. Nunc id nisi. Curabitur sed neque. Pellentesque placerat consequat pede.</w:t>
          </w:r>
        </w:p>
      </w:docPartBody>
    </w:docPart>
    <w:docPart>
      <w:docPartPr>
        <w:name w:val="4B862E06BCB30C4487065187D316D690"/>
        <w:category>
          <w:name w:val="General"/>
          <w:gallery w:val="placeholder"/>
        </w:category>
        <w:types>
          <w:type w:val="bbPlcHdr"/>
        </w:types>
        <w:behaviors>
          <w:behavior w:val="content"/>
        </w:behaviors>
        <w:guid w:val="{46F30BF6-CD55-CD4A-A1AC-68E275149EA4}"/>
      </w:docPartPr>
      <w:docPartBody>
        <w:p w:rsidR="00493BCB" w:rsidRDefault="00493BCB" w:rsidP="00493BCB">
          <w:pPr>
            <w:pStyle w:val="4B862E06BCB30C4487065187D316D690"/>
          </w:pPr>
          <w:r>
            <w:t>Lorem ipsum dolor</w:t>
          </w:r>
        </w:p>
      </w:docPartBody>
    </w:docPart>
    <w:docPart>
      <w:docPartPr>
        <w:name w:val="EB8CC5BBC2D2DD498721EC51B92A434A"/>
        <w:category>
          <w:name w:val="General"/>
          <w:gallery w:val="placeholder"/>
        </w:category>
        <w:types>
          <w:type w:val="bbPlcHdr"/>
        </w:types>
        <w:behaviors>
          <w:behavior w:val="content"/>
        </w:behaviors>
        <w:guid w:val="{94A4BE14-3601-E94A-AB12-EF2AFF2EC2D4}"/>
      </w:docPartPr>
      <w:docPartBody>
        <w:p w:rsidR="00493BCB" w:rsidRDefault="00493BCB" w:rsidP="00493BCB">
          <w:pPr>
            <w:pStyle w:val="EB8CC5BBC2D2DD498721EC51B92A434A"/>
          </w:pPr>
          <w:r>
            <w:t>Etiam cursus suscipit enim. Nulla facilisi. Integer eleifend diam eu diam. Donec dapibus enim sollicitudin nulla. Nam hendrerit. Nunc id nisi. Curabitur sed neque. Pellentesque placerat consequat pede.</w:t>
          </w:r>
        </w:p>
      </w:docPartBody>
    </w:docPart>
    <w:docPart>
      <w:docPartPr>
        <w:name w:val="B5284BD8E2B5A746B93F412BB3667CD4"/>
        <w:category>
          <w:name w:val="General"/>
          <w:gallery w:val="placeholder"/>
        </w:category>
        <w:types>
          <w:type w:val="bbPlcHdr"/>
        </w:types>
        <w:behaviors>
          <w:behavior w:val="content"/>
        </w:behaviors>
        <w:guid w:val="{590F2E21-3BF0-054C-B06F-BC075C374D5A}"/>
      </w:docPartPr>
      <w:docPartBody>
        <w:p w:rsidR="00493BCB" w:rsidRDefault="00493BCB" w:rsidP="00493BCB">
          <w:pPr>
            <w:pStyle w:val="B5284BD8E2B5A746B93F412BB3667CD4"/>
          </w:pPr>
          <w:r>
            <w:t>Lorem ipsum dolor</w:t>
          </w:r>
        </w:p>
      </w:docPartBody>
    </w:docPart>
    <w:docPart>
      <w:docPartPr>
        <w:name w:val="A16335A9942CB741AA405814D703037F"/>
        <w:category>
          <w:name w:val="General"/>
          <w:gallery w:val="placeholder"/>
        </w:category>
        <w:types>
          <w:type w:val="bbPlcHdr"/>
        </w:types>
        <w:behaviors>
          <w:behavior w:val="content"/>
        </w:behaviors>
        <w:guid w:val="{904AE632-9673-CB43-9F03-67BCD7D56A51}"/>
      </w:docPartPr>
      <w:docPartBody>
        <w:p w:rsidR="00493BCB" w:rsidRDefault="00493BCB" w:rsidP="00493BCB">
          <w:pPr>
            <w:pStyle w:val="A16335A9942CB741AA405814D703037F"/>
          </w:pPr>
          <w:r>
            <w:t>Etiam cursus suscipit enim. Nulla facilisi. Integer eleifend diam eu diam. Donec dapibus enim sollicitudin nulla. Nam hendrerit. Nunc id nisi. Curabitur sed neque. Pellentesque placerat consequat pede.</w:t>
          </w:r>
        </w:p>
      </w:docPartBody>
    </w:docPart>
    <w:docPart>
      <w:docPartPr>
        <w:name w:val="FE97BE9A332A934EA36781A659E9A4DE"/>
        <w:category>
          <w:name w:val="General"/>
          <w:gallery w:val="placeholder"/>
        </w:category>
        <w:types>
          <w:type w:val="bbPlcHdr"/>
        </w:types>
        <w:behaviors>
          <w:behavior w:val="content"/>
        </w:behaviors>
        <w:guid w:val="{656E89C5-2ED0-504A-9864-75D6A460B2DF}"/>
      </w:docPartPr>
      <w:docPartBody>
        <w:p w:rsidR="00000000" w:rsidRDefault="00C52244" w:rsidP="00C52244">
          <w:pPr>
            <w:pStyle w:val="FE97BE9A332A934EA36781A659E9A4DE"/>
          </w:pPr>
          <w:r>
            <w:t>Lorem ipsum dolor</w:t>
          </w:r>
        </w:p>
      </w:docPartBody>
    </w:docPart>
    <w:docPart>
      <w:docPartPr>
        <w:name w:val="C1E42CEF8E9AC84CAD015D77F5DEB292"/>
        <w:category>
          <w:name w:val="General"/>
          <w:gallery w:val="placeholder"/>
        </w:category>
        <w:types>
          <w:type w:val="bbPlcHdr"/>
        </w:types>
        <w:behaviors>
          <w:behavior w:val="content"/>
        </w:behaviors>
        <w:guid w:val="{ED0B89D6-9082-4D4C-9439-61102D0346FD}"/>
      </w:docPartPr>
      <w:docPartBody>
        <w:p w:rsidR="00000000" w:rsidRDefault="00C52244" w:rsidP="00C52244">
          <w:pPr>
            <w:pStyle w:val="C1E42CEF8E9AC84CAD015D77F5DEB292"/>
          </w:pPr>
          <w:r>
            <w:t>Etiam cursus suscipit enim. Nulla facilisi. Integer eleifend diam eu diam. Donec dapibus enim sollicitudin nulla. Nam hendrerit. Nunc id nisi. Curabitur sed neque. Pellentesque placerat consequat pede.</w:t>
          </w:r>
        </w:p>
      </w:docPartBody>
    </w:docPart>
    <w:docPart>
      <w:docPartPr>
        <w:name w:val="FA903B25B65B8E42BE20A2AA0BE2D559"/>
        <w:category>
          <w:name w:val="General"/>
          <w:gallery w:val="placeholder"/>
        </w:category>
        <w:types>
          <w:type w:val="bbPlcHdr"/>
        </w:types>
        <w:behaviors>
          <w:behavior w:val="content"/>
        </w:behaviors>
        <w:guid w:val="{D4180C60-417D-384B-8229-EE75EE89EA53}"/>
      </w:docPartPr>
      <w:docPartBody>
        <w:p w:rsidR="00000000" w:rsidRDefault="00C52244" w:rsidP="00C52244">
          <w:pPr>
            <w:pStyle w:val="FA903B25B65B8E42BE20A2AA0BE2D559"/>
          </w:pPr>
          <w:r>
            <w:t>Lorem ipsum dolor</w:t>
          </w:r>
        </w:p>
      </w:docPartBody>
    </w:docPart>
    <w:docPart>
      <w:docPartPr>
        <w:name w:val="D3C083D8CDAE4742950D185C24DCA875"/>
        <w:category>
          <w:name w:val="General"/>
          <w:gallery w:val="placeholder"/>
        </w:category>
        <w:types>
          <w:type w:val="bbPlcHdr"/>
        </w:types>
        <w:behaviors>
          <w:behavior w:val="content"/>
        </w:behaviors>
        <w:guid w:val="{D50D6104-621F-B445-834E-66AA2FB49667}"/>
      </w:docPartPr>
      <w:docPartBody>
        <w:p w:rsidR="00000000" w:rsidRDefault="00C52244" w:rsidP="00C52244">
          <w:pPr>
            <w:pStyle w:val="D3C083D8CDAE4742950D185C24DCA875"/>
          </w:pPr>
          <w:r>
            <w:t>Etiam cursus suscipit enim. Nulla facilisi. Integer eleifend diam eu diam. Donec dapibus enim sollicitudin nulla. Nam hendrerit. Nunc id nisi. Curabitur sed neque. Pellentesque placerat consequat pede.</w:t>
          </w:r>
        </w:p>
      </w:docPartBody>
    </w:docPart>
    <w:docPart>
      <w:docPartPr>
        <w:name w:val="99A4DED0E640374DAA7608BD881B94DB"/>
        <w:category>
          <w:name w:val="General"/>
          <w:gallery w:val="placeholder"/>
        </w:category>
        <w:types>
          <w:type w:val="bbPlcHdr"/>
        </w:types>
        <w:behaviors>
          <w:behavior w:val="content"/>
        </w:behaviors>
        <w:guid w:val="{6B852E34-656B-354F-AB1D-657237F5FD85}"/>
      </w:docPartPr>
      <w:docPartBody>
        <w:p w:rsidR="00000000" w:rsidRDefault="00C52244" w:rsidP="00C52244">
          <w:pPr>
            <w:pStyle w:val="99A4DED0E640374DAA7608BD881B94DB"/>
          </w:pPr>
          <w:r>
            <w:t>Lorem ipsum dolor</w:t>
          </w:r>
        </w:p>
      </w:docPartBody>
    </w:docPart>
    <w:docPart>
      <w:docPartPr>
        <w:name w:val="FF6074605A2BB143B0E7F2EBEFD07A58"/>
        <w:category>
          <w:name w:val="General"/>
          <w:gallery w:val="placeholder"/>
        </w:category>
        <w:types>
          <w:type w:val="bbPlcHdr"/>
        </w:types>
        <w:behaviors>
          <w:behavior w:val="content"/>
        </w:behaviors>
        <w:guid w:val="{1FD3FA68-CC57-2447-B3B3-23D95C7A75D1}"/>
      </w:docPartPr>
      <w:docPartBody>
        <w:p w:rsidR="00000000" w:rsidRDefault="00C52244" w:rsidP="00C52244">
          <w:pPr>
            <w:pStyle w:val="FF6074605A2BB143B0E7F2EBEFD07A58"/>
          </w:pPr>
          <w:r>
            <w:t>Etiam cursus suscipit enim. Nulla facilisi. Integer eleifend diam eu diam. Donec dapibus enim sollicitudin nulla. Nam hendrerit. Nunc id nisi. Curabitur sed neque. Pellentesque placerat consequat pede.</w:t>
          </w:r>
        </w:p>
      </w:docPartBody>
    </w:docPart>
    <w:docPart>
      <w:docPartPr>
        <w:name w:val="A19C87D664E6684C9D37572892457BCD"/>
        <w:category>
          <w:name w:val="General"/>
          <w:gallery w:val="placeholder"/>
        </w:category>
        <w:types>
          <w:type w:val="bbPlcHdr"/>
        </w:types>
        <w:behaviors>
          <w:behavior w:val="content"/>
        </w:behaviors>
        <w:guid w:val="{E64CDA41-87F5-324E-8BCE-6BDF6B5B36C7}"/>
      </w:docPartPr>
      <w:docPartBody>
        <w:p w:rsidR="00000000" w:rsidRDefault="00C52244" w:rsidP="00C52244">
          <w:pPr>
            <w:pStyle w:val="A19C87D664E6684C9D37572892457BCD"/>
          </w:pPr>
          <w:r>
            <w:t>Aliquam dapibus.</w:t>
          </w:r>
        </w:p>
      </w:docPartBody>
    </w:docPart>
    <w:docPart>
      <w:docPartPr>
        <w:name w:val="549447048A7F364E96FD6981B85AC7F4"/>
        <w:category>
          <w:name w:val="General"/>
          <w:gallery w:val="placeholder"/>
        </w:category>
        <w:types>
          <w:type w:val="bbPlcHdr"/>
        </w:types>
        <w:behaviors>
          <w:behavior w:val="content"/>
        </w:behaviors>
        <w:guid w:val="{F52ABFAD-9A43-2145-9E5C-8EDD52A4693F}"/>
      </w:docPartPr>
      <w:docPartBody>
        <w:p w:rsidR="00000000" w:rsidRDefault="00C52244" w:rsidP="00C52244">
          <w:pPr>
            <w:pStyle w:val="549447048A7F364E96FD6981B85AC7F4"/>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C3BCAE344272284EB1AF6C0DF3F18639"/>
        <w:category>
          <w:name w:val="General"/>
          <w:gallery w:val="placeholder"/>
        </w:category>
        <w:types>
          <w:type w:val="bbPlcHdr"/>
        </w:types>
        <w:behaviors>
          <w:behavior w:val="content"/>
        </w:behaviors>
        <w:guid w:val="{A874B837-9217-D349-B469-0A5DEE9533AA}"/>
      </w:docPartPr>
      <w:docPartBody>
        <w:p w:rsidR="00000000" w:rsidRDefault="00C52244" w:rsidP="00C52244">
          <w:pPr>
            <w:pStyle w:val="C3BCAE344272284EB1AF6C0DF3F18639"/>
          </w:pPr>
          <w:r>
            <w:t>Aliquam dapibus.</w:t>
          </w:r>
        </w:p>
      </w:docPartBody>
    </w:docPart>
    <w:docPart>
      <w:docPartPr>
        <w:name w:val="F98AB082727463448E12DE585F43BFCA"/>
        <w:category>
          <w:name w:val="General"/>
          <w:gallery w:val="placeholder"/>
        </w:category>
        <w:types>
          <w:type w:val="bbPlcHdr"/>
        </w:types>
        <w:behaviors>
          <w:behavior w:val="content"/>
        </w:behaviors>
        <w:guid w:val="{757FC213-D878-FC4B-9FD3-6A3E816FBECC}"/>
      </w:docPartPr>
      <w:docPartBody>
        <w:p w:rsidR="00000000" w:rsidRDefault="00C52244" w:rsidP="00C52244">
          <w:pPr>
            <w:pStyle w:val="F98AB082727463448E12DE585F43BFCA"/>
          </w:pPr>
          <w:r>
            <w:t xml:space="preserve">Nam ut est. In vehicula venenatis dui. Vestibulum ante ipsum primis in faucibus orci luctus et ultrices posuere cubilia Curae; Praesent venenatis gravida justo. In hac habitasse platea dictumst. Suspendisse dui.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CB"/>
    <w:rsid w:val="00024015"/>
    <w:rsid w:val="00493BCB"/>
    <w:rsid w:val="00863DD4"/>
    <w:rsid w:val="00C52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EBA524558A094497B1C817F14CB488">
    <w:name w:val="EFEBA524558A094497B1C817F14CB488"/>
  </w:style>
  <w:style w:type="paragraph" w:customStyle="1" w:styleId="0B6E0110DFD4B844A832CA310E420BF5">
    <w:name w:val="0B6E0110DFD4B844A832CA310E420BF5"/>
  </w:style>
  <w:style w:type="paragraph" w:customStyle="1" w:styleId="B98C10133A0CB4458F29BAF092847F7E">
    <w:name w:val="B98C10133A0CB4458F29BAF092847F7E"/>
  </w:style>
  <w:style w:type="paragraph" w:customStyle="1" w:styleId="1CE04C13445CE543995DCDE60B810C0D">
    <w:name w:val="1CE04C13445CE543995DCDE60B810C0D"/>
  </w:style>
  <w:style w:type="paragraph" w:customStyle="1" w:styleId="1C16502772F4974E8C9EE4AC767982FE">
    <w:name w:val="1C16502772F4974E8C9EE4AC767982FE"/>
  </w:style>
  <w:style w:type="paragraph" w:customStyle="1" w:styleId="E8EE48B360BDED499335E56723917B02">
    <w:name w:val="E8EE48B360BDED499335E56723917B02"/>
  </w:style>
  <w:style w:type="paragraph" w:customStyle="1" w:styleId="20D434667E921D47BA3A502159B50BE7">
    <w:name w:val="20D434667E921D47BA3A502159B50BE7"/>
  </w:style>
  <w:style w:type="paragraph" w:customStyle="1" w:styleId="5AABCE1D2FFE4945B09F50F7AD65077D">
    <w:name w:val="5AABCE1D2FFE4945B09F50F7AD65077D"/>
  </w:style>
  <w:style w:type="paragraph" w:customStyle="1" w:styleId="1AE3ED111EC3BA40853B29F10DDA65BE">
    <w:name w:val="1AE3ED111EC3BA40853B29F10DDA65BE"/>
  </w:style>
  <w:style w:type="paragraph" w:customStyle="1" w:styleId="3C56DF2C1DE4EB4A8CDCE9C2CF9F2CCE">
    <w:name w:val="3C56DF2C1DE4EB4A8CDCE9C2CF9F2CCE"/>
  </w:style>
  <w:style w:type="paragraph" w:customStyle="1" w:styleId="C1D8140AB1296548AA22B96C79E4AB6C">
    <w:name w:val="C1D8140AB1296548AA22B96C79E4AB6C"/>
  </w:style>
  <w:style w:type="paragraph" w:styleId="BodyText">
    <w:name w:val="Body Text"/>
    <w:basedOn w:val="Normal"/>
    <w:link w:val="BodyTextChar"/>
    <w:rsid w:val="00024015"/>
    <w:pPr>
      <w:spacing w:after="200"/>
    </w:pPr>
    <w:rPr>
      <w:rFonts w:eastAsiaTheme="minorHAnsi"/>
      <w:sz w:val="20"/>
      <w:szCs w:val="22"/>
      <w:lang w:eastAsia="en-US"/>
    </w:rPr>
  </w:style>
  <w:style w:type="character" w:customStyle="1" w:styleId="BodyTextChar">
    <w:name w:val="Body Text Char"/>
    <w:basedOn w:val="DefaultParagraphFont"/>
    <w:link w:val="BodyText"/>
    <w:rsid w:val="00024015"/>
    <w:rPr>
      <w:rFonts w:eastAsiaTheme="minorHAnsi"/>
      <w:sz w:val="20"/>
      <w:szCs w:val="22"/>
      <w:lang w:eastAsia="en-US"/>
    </w:rPr>
  </w:style>
  <w:style w:type="paragraph" w:customStyle="1" w:styleId="0CA12A6D41752943860290F18A475609">
    <w:name w:val="0CA12A6D41752943860290F18A475609"/>
  </w:style>
  <w:style w:type="paragraph" w:customStyle="1" w:styleId="F92B42E3C79E2544B984E57D92C40C44">
    <w:name w:val="F92B42E3C79E2544B984E57D92C40C44"/>
    <w:rsid w:val="00493BCB"/>
  </w:style>
  <w:style w:type="paragraph" w:customStyle="1" w:styleId="1FBA9282FBA80C44AD9C9C3CF82DCFE9">
    <w:name w:val="1FBA9282FBA80C44AD9C9C3CF82DCFE9"/>
    <w:rsid w:val="00493BCB"/>
  </w:style>
  <w:style w:type="paragraph" w:customStyle="1" w:styleId="594AE4C961323D40B618D7D78F76F392">
    <w:name w:val="594AE4C961323D40B618D7D78F76F392"/>
    <w:rsid w:val="00493BCB"/>
  </w:style>
  <w:style w:type="paragraph" w:customStyle="1" w:styleId="304863E5AE533A4A9FCDF8713D3087EE">
    <w:name w:val="304863E5AE533A4A9FCDF8713D3087EE"/>
    <w:rsid w:val="00493BCB"/>
  </w:style>
  <w:style w:type="paragraph" w:customStyle="1" w:styleId="44FDF422C45D2444B38ABDCB865E49AC">
    <w:name w:val="44FDF422C45D2444B38ABDCB865E49AC"/>
    <w:rsid w:val="00493BCB"/>
  </w:style>
  <w:style w:type="paragraph" w:customStyle="1" w:styleId="4B862E06BCB30C4487065187D316D690">
    <w:name w:val="4B862E06BCB30C4487065187D316D690"/>
    <w:rsid w:val="00493BCB"/>
  </w:style>
  <w:style w:type="paragraph" w:customStyle="1" w:styleId="EB8CC5BBC2D2DD498721EC51B92A434A">
    <w:name w:val="EB8CC5BBC2D2DD498721EC51B92A434A"/>
    <w:rsid w:val="00493BCB"/>
  </w:style>
  <w:style w:type="paragraph" w:customStyle="1" w:styleId="B5284BD8E2B5A746B93F412BB3667CD4">
    <w:name w:val="B5284BD8E2B5A746B93F412BB3667CD4"/>
    <w:rsid w:val="00493BCB"/>
  </w:style>
  <w:style w:type="paragraph" w:customStyle="1" w:styleId="A16335A9942CB741AA405814D703037F">
    <w:name w:val="A16335A9942CB741AA405814D703037F"/>
    <w:rsid w:val="00493BCB"/>
  </w:style>
  <w:style w:type="paragraph" w:customStyle="1" w:styleId="E2025F22643EB74394A17B28316DA88C">
    <w:name w:val="E2025F22643EB74394A17B28316DA88C"/>
    <w:rsid w:val="00024015"/>
  </w:style>
  <w:style w:type="paragraph" w:customStyle="1" w:styleId="224F9827F56F00448C7C6D1A1BE65624">
    <w:name w:val="224F9827F56F00448C7C6D1A1BE65624"/>
    <w:rsid w:val="00024015"/>
  </w:style>
  <w:style w:type="paragraph" w:customStyle="1" w:styleId="77926CD9689EB945879C9BC0619BDC3D">
    <w:name w:val="77926CD9689EB945879C9BC0619BDC3D"/>
    <w:rsid w:val="00024015"/>
  </w:style>
  <w:style w:type="paragraph" w:customStyle="1" w:styleId="C75BBC025291364DB86127934EFF343E">
    <w:name w:val="C75BBC025291364DB86127934EFF343E"/>
    <w:rsid w:val="00024015"/>
  </w:style>
  <w:style w:type="paragraph" w:customStyle="1" w:styleId="248E0DF00C767D47ACE34B0256AF41B9">
    <w:name w:val="248E0DF00C767D47ACE34B0256AF41B9"/>
    <w:rsid w:val="00024015"/>
  </w:style>
  <w:style w:type="paragraph" w:customStyle="1" w:styleId="7EF51B96A8A5F74D9BE41D553941910F">
    <w:name w:val="7EF51B96A8A5F74D9BE41D553941910F"/>
    <w:rsid w:val="00024015"/>
  </w:style>
  <w:style w:type="paragraph" w:customStyle="1" w:styleId="496B0E9D67A66B43AEE062BC2322A993">
    <w:name w:val="496B0E9D67A66B43AEE062BC2322A993"/>
    <w:rsid w:val="00024015"/>
  </w:style>
  <w:style w:type="paragraph" w:customStyle="1" w:styleId="D9F82EFCAFEF484EA8DC15CCF6F34FEF">
    <w:name w:val="D9F82EFCAFEF484EA8DC15CCF6F34FEF"/>
    <w:rsid w:val="00024015"/>
  </w:style>
  <w:style w:type="paragraph" w:customStyle="1" w:styleId="767D9779D8FA554FB264B98A633AE80D">
    <w:name w:val="767D9779D8FA554FB264B98A633AE80D"/>
    <w:rsid w:val="00024015"/>
  </w:style>
  <w:style w:type="paragraph" w:customStyle="1" w:styleId="0898CB65D9DD37468C64BF2390BEAB33">
    <w:name w:val="0898CB65D9DD37468C64BF2390BEAB33"/>
    <w:rsid w:val="00024015"/>
  </w:style>
  <w:style w:type="paragraph" w:customStyle="1" w:styleId="34444F21DCAB1B4FB73A90D4FE96D4D3">
    <w:name w:val="34444F21DCAB1B4FB73A90D4FE96D4D3"/>
    <w:rsid w:val="00024015"/>
  </w:style>
  <w:style w:type="paragraph" w:customStyle="1" w:styleId="FE97BE9A332A934EA36781A659E9A4DE">
    <w:name w:val="FE97BE9A332A934EA36781A659E9A4DE"/>
    <w:rsid w:val="00C52244"/>
  </w:style>
  <w:style w:type="paragraph" w:customStyle="1" w:styleId="C1E42CEF8E9AC84CAD015D77F5DEB292">
    <w:name w:val="C1E42CEF8E9AC84CAD015D77F5DEB292"/>
    <w:rsid w:val="00C52244"/>
  </w:style>
  <w:style w:type="paragraph" w:customStyle="1" w:styleId="FA903B25B65B8E42BE20A2AA0BE2D559">
    <w:name w:val="FA903B25B65B8E42BE20A2AA0BE2D559"/>
    <w:rsid w:val="00C52244"/>
  </w:style>
  <w:style w:type="paragraph" w:customStyle="1" w:styleId="D3C083D8CDAE4742950D185C24DCA875">
    <w:name w:val="D3C083D8CDAE4742950D185C24DCA875"/>
    <w:rsid w:val="00C52244"/>
  </w:style>
  <w:style w:type="paragraph" w:customStyle="1" w:styleId="99A4DED0E640374DAA7608BD881B94DB">
    <w:name w:val="99A4DED0E640374DAA7608BD881B94DB"/>
    <w:rsid w:val="00C52244"/>
  </w:style>
  <w:style w:type="paragraph" w:customStyle="1" w:styleId="FF6074605A2BB143B0E7F2EBEFD07A58">
    <w:name w:val="FF6074605A2BB143B0E7F2EBEFD07A58"/>
    <w:rsid w:val="00C52244"/>
  </w:style>
  <w:style w:type="paragraph" w:customStyle="1" w:styleId="A19C87D664E6684C9D37572892457BCD">
    <w:name w:val="A19C87D664E6684C9D37572892457BCD"/>
    <w:rsid w:val="00C52244"/>
  </w:style>
  <w:style w:type="paragraph" w:customStyle="1" w:styleId="549447048A7F364E96FD6981B85AC7F4">
    <w:name w:val="549447048A7F364E96FD6981B85AC7F4"/>
    <w:rsid w:val="00C52244"/>
  </w:style>
  <w:style w:type="paragraph" w:customStyle="1" w:styleId="C3BCAE344272284EB1AF6C0DF3F18639">
    <w:name w:val="C3BCAE344272284EB1AF6C0DF3F18639"/>
    <w:rsid w:val="00C52244"/>
  </w:style>
  <w:style w:type="paragraph" w:customStyle="1" w:styleId="F98AB082727463448E12DE585F43BFCA">
    <w:name w:val="F98AB082727463448E12DE585F43BFCA"/>
    <w:rsid w:val="00C5224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EBA524558A094497B1C817F14CB488">
    <w:name w:val="EFEBA524558A094497B1C817F14CB488"/>
  </w:style>
  <w:style w:type="paragraph" w:customStyle="1" w:styleId="0B6E0110DFD4B844A832CA310E420BF5">
    <w:name w:val="0B6E0110DFD4B844A832CA310E420BF5"/>
  </w:style>
  <w:style w:type="paragraph" w:customStyle="1" w:styleId="B98C10133A0CB4458F29BAF092847F7E">
    <w:name w:val="B98C10133A0CB4458F29BAF092847F7E"/>
  </w:style>
  <w:style w:type="paragraph" w:customStyle="1" w:styleId="1CE04C13445CE543995DCDE60B810C0D">
    <w:name w:val="1CE04C13445CE543995DCDE60B810C0D"/>
  </w:style>
  <w:style w:type="paragraph" w:customStyle="1" w:styleId="1C16502772F4974E8C9EE4AC767982FE">
    <w:name w:val="1C16502772F4974E8C9EE4AC767982FE"/>
  </w:style>
  <w:style w:type="paragraph" w:customStyle="1" w:styleId="E8EE48B360BDED499335E56723917B02">
    <w:name w:val="E8EE48B360BDED499335E56723917B02"/>
  </w:style>
  <w:style w:type="paragraph" w:customStyle="1" w:styleId="20D434667E921D47BA3A502159B50BE7">
    <w:name w:val="20D434667E921D47BA3A502159B50BE7"/>
  </w:style>
  <w:style w:type="paragraph" w:customStyle="1" w:styleId="5AABCE1D2FFE4945B09F50F7AD65077D">
    <w:name w:val="5AABCE1D2FFE4945B09F50F7AD65077D"/>
  </w:style>
  <w:style w:type="paragraph" w:customStyle="1" w:styleId="1AE3ED111EC3BA40853B29F10DDA65BE">
    <w:name w:val="1AE3ED111EC3BA40853B29F10DDA65BE"/>
  </w:style>
  <w:style w:type="paragraph" w:customStyle="1" w:styleId="3C56DF2C1DE4EB4A8CDCE9C2CF9F2CCE">
    <w:name w:val="3C56DF2C1DE4EB4A8CDCE9C2CF9F2CCE"/>
  </w:style>
  <w:style w:type="paragraph" w:customStyle="1" w:styleId="C1D8140AB1296548AA22B96C79E4AB6C">
    <w:name w:val="C1D8140AB1296548AA22B96C79E4AB6C"/>
  </w:style>
  <w:style w:type="paragraph" w:styleId="BodyText">
    <w:name w:val="Body Text"/>
    <w:basedOn w:val="Normal"/>
    <w:link w:val="BodyTextChar"/>
    <w:rsid w:val="00024015"/>
    <w:pPr>
      <w:spacing w:after="200"/>
    </w:pPr>
    <w:rPr>
      <w:rFonts w:eastAsiaTheme="minorHAnsi"/>
      <w:sz w:val="20"/>
      <w:szCs w:val="22"/>
      <w:lang w:eastAsia="en-US"/>
    </w:rPr>
  </w:style>
  <w:style w:type="character" w:customStyle="1" w:styleId="BodyTextChar">
    <w:name w:val="Body Text Char"/>
    <w:basedOn w:val="DefaultParagraphFont"/>
    <w:link w:val="BodyText"/>
    <w:rsid w:val="00024015"/>
    <w:rPr>
      <w:rFonts w:eastAsiaTheme="minorHAnsi"/>
      <w:sz w:val="20"/>
      <w:szCs w:val="22"/>
      <w:lang w:eastAsia="en-US"/>
    </w:rPr>
  </w:style>
  <w:style w:type="paragraph" w:customStyle="1" w:styleId="0CA12A6D41752943860290F18A475609">
    <w:name w:val="0CA12A6D41752943860290F18A475609"/>
  </w:style>
  <w:style w:type="paragraph" w:customStyle="1" w:styleId="F92B42E3C79E2544B984E57D92C40C44">
    <w:name w:val="F92B42E3C79E2544B984E57D92C40C44"/>
    <w:rsid w:val="00493BCB"/>
  </w:style>
  <w:style w:type="paragraph" w:customStyle="1" w:styleId="1FBA9282FBA80C44AD9C9C3CF82DCFE9">
    <w:name w:val="1FBA9282FBA80C44AD9C9C3CF82DCFE9"/>
    <w:rsid w:val="00493BCB"/>
  </w:style>
  <w:style w:type="paragraph" w:customStyle="1" w:styleId="594AE4C961323D40B618D7D78F76F392">
    <w:name w:val="594AE4C961323D40B618D7D78F76F392"/>
    <w:rsid w:val="00493BCB"/>
  </w:style>
  <w:style w:type="paragraph" w:customStyle="1" w:styleId="304863E5AE533A4A9FCDF8713D3087EE">
    <w:name w:val="304863E5AE533A4A9FCDF8713D3087EE"/>
    <w:rsid w:val="00493BCB"/>
  </w:style>
  <w:style w:type="paragraph" w:customStyle="1" w:styleId="44FDF422C45D2444B38ABDCB865E49AC">
    <w:name w:val="44FDF422C45D2444B38ABDCB865E49AC"/>
    <w:rsid w:val="00493BCB"/>
  </w:style>
  <w:style w:type="paragraph" w:customStyle="1" w:styleId="4B862E06BCB30C4487065187D316D690">
    <w:name w:val="4B862E06BCB30C4487065187D316D690"/>
    <w:rsid w:val="00493BCB"/>
  </w:style>
  <w:style w:type="paragraph" w:customStyle="1" w:styleId="EB8CC5BBC2D2DD498721EC51B92A434A">
    <w:name w:val="EB8CC5BBC2D2DD498721EC51B92A434A"/>
    <w:rsid w:val="00493BCB"/>
  </w:style>
  <w:style w:type="paragraph" w:customStyle="1" w:styleId="B5284BD8E2B5A746B93F412BB3667CD4">
    <w:name w:val="B5284BD8E2B5A746B93F412BB3667CD4"/>
    <w:rsid w:val="00493BCB"/>
  </w:style>
  <w:style w:type="paragraph" w:customStyle="1" w:styleId="A16335A9942CB741AA405814D703037F">
    <w:name w:val="A16335A9942CB741AA405814D703037F"/>
    <w:rsid w:val="00493BCB"/>
  </w:style>
  <w:style w:type="paragraph" w:customStyle="1" w:styleId="E2025F22643EB74394A17B28316DA88C">
    <w:name w:val="E2025F22643EB74394A17B28316DA88C"/>
    <w:rsid w:val="00024015"/>
  </w:style>
  <w:style w:type="paragraph" w:customStyle="1" w:styleId="224F9827F56F00448C7C6D1A1BE65624">
    <w:name w:val="224F9827F56F00448C7C6D1A1BE65624"/>
    <w:rsid w:val="00024015"/>
  </w:style>
  <w:style w:type="paragraph" w:customStyle="1" w:styleId="77926CD9689EB945879C9BC0619BDC3D">
    <w:name w:val="77926CD9689EB945879C9BC0619BDC3D"/>
    <w:rsid w:val="00024015"/>
  </w:style>
  <w:style w:type="paragraph" w:customStyle="1" w:styleId="C75BBC025291364DB86127934EFF343E">
    <w:name w:val="C75BBC025291364DB86127934EFF343E"/>
    <w:rsid w:val="00024015"/>
  </w:style>
  <w:style w:type="paragraph" w:customStyle="1" w:styleId="248E0DF00C767D47ACE34B0256AF41B9">
    <w:name w:val="248E0DF00C767D47ACE34B0256AF41B9"/>
    <w:rsid w:val="00024015"/>
  </w:style>
  <w:style w:type="paragraph" w:customStyle="1" w:styleId="7EF51B96A8A5F74D9BE41D553941910F">
    <w:name w:val="7EF51B96A8A5F74D9BE41D553941910F"/>
    <w:rsid w:val="00024015"/>
  </w:style>
  <w:style w:type="paragraph" w:customStyle="1" w:styleId="496B0E9D67A66B43AEE062BC2322A993">
    <w:name w:val="496B0E9D67A66B43AEE062BC2322A993"/>
    <w:rsid w:val="00024015"/>
  </w:style>
  <w:style w:type="paragraph" w:customStyle="1" w:styleId="D9F82EFCAFEF484EA8DC15CCF6F34FEF">
    <w:name w:val="D9F82EFCAFEF484EA8DC15CCF6F34FEF"/>
    <w:rsid w:val="00024015"/>
  </w:style>
  <w:style w:type="paragraph" w:customStyle="1" w:styleId="767D9779D8FA554FB264B98A633AE80D">
    <w:name w:val="767D9779D8FA554FB264B98A633AE80D"/>
    <w:rsid w:val="00024015"/>
  </w:style>
  <w:style w:type="paragraph" w:customStyle="1" w:styleId="0898CB65D9DD37468C64BF2390BEAB33">
    <w:name w:val="0898CB65D9DD37468C64BF2390BEAB33"/>
    <w:rsid w:val="00024015"/>
  </w:style>
  <w:style w:type="paragraph" w:customStyle="1" w:styleId="34444F21DCAB1B4FB73A90D4FE96D4D3">
    <w:name w:val="34444F21DCAB1B4FB73A90D4FE96D4D3"/>
    <w:rsid w:val="00024015"/>
  </w:style>
  <w:style w:type="paragraph" w:customStyle="1" w:styleId="FE97BE9A332A934EA36781A659E9A4DE">
    <w:name w:val="FE97BE9A332A934EA36781A659E9A4DE"/>
    <w:rsid w:val="00C52244"/>
  </w:style>
  <w:style w:type="paragraph" w:customStyle="1" w:styleId="C1E42CEF8E9AC84CAD015D77F5DEB292">
    <w:name w:val="C1E42CEF8E9AC84CAD015D77F5DEB292"/>
    <w:rsid w:val="00C52244"/>
  </w:style>
  <w:style w:type="paragraph" w:customStyle="1" w:styleId="FA903B25B65B8E42BE20A2AA0BE2D559">
    <w:name w:val="FA903B25B65B8E42BE20A2AA0BE2D559"/>
    <w:rsid w:val="00C52244"/>
  </w:style>
  <w:style w:type="paragraph" w:customStyle="1" w:styleId="D3C083D8CDAE4742950D185C24DCA875">
    <w:name w:val="D3C083D8CDAE4742950D185C24DCA875"/>
    <w:rsid w:val="00C52244"/>
  </w:style>
  <w:style w:type="paragraph" w:customStyle="1" w:styleId="99A4DED0E640374DAA7608BD881B94DB">
    <w:name w:val="99A4DED0E640374DAA7608BD881B94DB"/>
    <w:rsid w:val="00C52244"/>
  </w:style>
  <w:style w:type="paragraph" w:customStyle="1" w:styleId="FF6074605A2BB143B0E7F2EBEFD07A58">
    <w:name w:val="FF6074605A2BB143B0E7F2EBEFD07A58"/>
    <w:rsid w:val="00C52244"/>
  </w:style>
  <w:style w:type="paragraph" w:customStyle="1" w:styleId="A19C87D664E6684C9D37572892457BCD">
    <w:name w:val="A19C87D664E6684C9D37572892457BCD"/>
    <w:rsid w:val="00C52244"/>
  </w:style>
  <w:style w:type="paragraph" w:customStyle="1" w:styleId="549447048A7F364E96FD6981B85AC7F4">
    <w:name w:val="549447048A7F364E96FD6981B85AC7F4"/>
    <w:rsid w:val="00C52244"/>
  </w:style>
  <w:style w:type="paragraph" w:customStyle="1" w:styleId="C3BCAE344272284EB1AF6C0DF3F18639">
    <w:name w:val="C3BCAE344272284EB1AF6C0DF3F18639"/>
    <w:rsid w:val="00C52244"/>
  </w:style>
  <w:style w:type="paragraph" w:customStyle="1" w:styleId="F98AB082727463448E12DE585F43BFCA">
    <w:name w:val="F98AB082727463448E12DE585F43BFCA"/>
    <w:rsid w:val="00C5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Initials Resume">
      <a:dk1>
        <a:sysClr val="windowText" lastClr="000000"/>
      </a:dk1>
      <a:lt1>
        <a:sysClr val="window" lastClr="FFFFFF"/>
      </a:lt1>
      <a:dk2>
        <a:srgbClr val="565656"/>
      </a:dk2>
      <a:lt2>
        <a:srgbClr val="E1E1E1"/>
      </a:lt2>
      <a:accent1>
        <a:srgbClr val="A9122A"/>
      </a:accent1>
      <a:accent2>
        <a:srgbClr val="D98F99"/>
      </a:accent2>
      <a:accent3>
        <a:srgbClr val="AD85BF"/>
      </a:accent3>
      <a:accent4>
        <a:srgbClr val="540D5C"/>
      </a:accent4>
      <a:accent5>
        <a:srgbClr val="6E64A1"/>
      </a:accent5>
      <a:accent6>
        <a:srgbClr val="5736C7"/>
      </a:accent6>
      <a:hlink>
        <a:srgbClr val="002FFF"/>
      </a:hlink>
      <a:folHlink>
        <a:srgbClr val="8D009F"/>
      </a:folHlink>
    </a:clrScheme>
    <a:fontScheme name="Initials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Initials Resume.dotx</Template>
  <TotalTime>210</TotalTime>
  <Pages>2</Pages>
  <Words>631</Words>
  <Characters>3603</Characters>
  <Application>Microsoft Macintosh Word</Application>
  <DocSecurity>0</DocSecurity>
  <Lines>30</Lines>
  <Paragraphs>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Objective</vt:lpstr>
      <vt:lpstr>Experience</vt:lpstr>
      <vt:lpstr>    Lorem ipsum dolor	[Insert Dates]</vt:lpstr>
      <vt:lpstr>    Lorem ipsum dolor	[Insert Dates]</vt:lpstr>
      <vt:lpstr>    Lorem ipsum dolor	[Insert Dates]</vt:lpstr>
      <vt:lpstr>Education</vt:lpstr>
      <vt:lpstr>    Aliquam dapibus.	[Insert Dates]</vt:lpstr>
      <vt:lpstr>    Aliquam dapibus.	[Insert Dates]</vt:lpstr>
      <vt:lpstr>Skills</vt:lpstr>
    </vt:vector>
  </TitlesOfParts>
  <Manager/>
  <Company/>
  <LinksUpToDate>false</LinksUpToDate>
  <CharactersWithSpaces>4226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8</cp:revision>
  <dcterms:created xsi:type="dcterms:W3CDTF">2013-02-24T18:09:00Z</dcterms:created>
  <dcterms:modified xsi:type="dcterms:W3CDTF">2013-02-28T04:09:00Z</dcterms:modified>
  <cp:category/>
</cp:coreProperties>
</file>